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E960BB" w:rsidR="007A3C1D" w:rsidP="002D3375" w:rsidRDefault="007A3C1D" w14:paraId="671EFCC9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nr 12/2019</w:t>
      </w:r>
    </w:p>
    <w:p xmlns:wp14="http://schemas.microsoft.com/office/word/2010/wordml" w:rsidRPr="009C54AE" w:rsidR="007A3C1D" w:rsidP="009C54AE" w:rsidRDefault="007A3C1D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7A3C1D" w:rsidP="62ACE3BD" w:rsidRDefault="007A3C1D" w14:paraId="6B39908D" wp14:textId="67F95AEB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62ACE3BD" w:rsidR="007A3C1D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62ACE3BD" w:rsidR="007A3C1D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62ACE3BD" w:rsidR="6ABADD52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62ACE3BD" w:rsidR="007A3C1D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62ACE3BD" w:rsidR="6A6A36A9">
        <w:rPr>
          <w:rFonts w:ascii="Corbel" w:hAnsi="Corbel"/>
          <w:i w:val="1"/>
          <w:iCs w:val="1"/>
          <w:smallCaps w:val="1"/>
          <w:sz w:val="24"/>
          <w:szCs w:val="24"/>
        </w:rPr>
        <w:t>3</w:t>
      </w:r>
      <w:r w:rsidRPr="62ACE3BD" w:rsidR="007A3C1D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xmlns:wp14="http://schemas.microsoft.com/office/word/2010/wordml" w:rsidR="007A3C1D" w:rsidP="00EA4832" w:rsidRDefault="007A3C1D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7A3C1D" w:rsidP="00EA4832" w:rsidRDefault="007A3C1D" w14:paraId="39922766" wp14:textId="7C45B09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7A3C1D">
        <w:rPr>
          <w:rFonts w:ascii="Corbel" w:hAnsi="Corbel"/>
          <w:sz w:val="20"/>
          <w:szCs w:val="20"/>
        </w:rPr>
        <w:t>Rok akademicki   202</w:t>
      </w:r>
      <w:r w:rsidR="74866B9C">
        <w:rPr>
          <w:rFonts w:ascii="Corbel" w:hAnsi="Corbel"/>
          <w:sz w:val="20"/>
          <w:szCs w:val="20"/>
        </w:rPr>
        <w:t>2</w:t>
      </w:r>
      <w:r w:rsidR="007A3C1D">
        <w:rPr>
          <w:rFonts w:ascii="Corbel" w:hAnsi="Corbel"/>
          <w:sz w:val="20"/>
          <w:szCs w:val="20"/>
        </w:rPr>
        <w:t>/202</w:t>
      </w:r>
      <w:r w:rsidR="17F88DE5">
        <w:rPr>
          <w:rFonts w:ascii="Corbel" w:hAnsi="Corbel"/>
          <w:sz w:val="20"/>
          <w:szCs w:val="20"/>
        </w:rPr>
        <w:t>3</w:t>
      </w:r>
    </w:p>
    <w:p xmlns:wp14="http://schemas.microsoft.com/office/word/2010/wordml" w:rsidRPr="009C54AE" w:rsidR="007A3C1D" w:rsidP="009C54AE" w:rsidRDefault="007A3C1D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7A3C1D" w:rsidP="009C54AE" w:rsidRDefault="007A3C1D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/>
      </w:tblPr>
      <w:tblGrid>
        <w:gridCol w:w="2694"/>
        <w:gridCol w:w="7087"/>
      </w:tblGrid>
      <w:tr xmlns:wp14="http://schemas.microsoft.com/office/word/2010/wordml" w:rsidRPr="009C54AE" w:rsidR="007A3C1D" w:rsidTr="00B819C8" w14:paraId="48BA33AD" wp14:textId="77777777">
        <w:tc>
          <w:tcPr>
            <w:tcW w:w="2694" w:type="dxa"/>
            <w:vAlign w:val="center"/>
          </w:tcPr>
          <w:p w:rsidRPr="007A5D82" w:rsidR="007A3C1D" w:rsidP="009C54AE" w:rsidRDefault="007A3C1D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7A3C1D" w:rsidP="009C54AE" w:rsidRDefault="007A3C1D" w14:paraId="1DFF9A9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Służby graniczne w zapewnianiu bezpieczeństwa państwa</w:t>
            </w:r>
          </w:p>
        </w:tc>
      </w:tr>
      <w:tr xmlns:wp14="http://schemas.microsoft.com/office/word/2010/wordml" w:rsidRPr="009C54AE" w:rsidR="007A3C1D" w:rsidTr="00B819C8" w14:paraId="3A1CC7D7" wp14:textId="77777777">
        <w:tc>
          <w:tcPr>
            <w:tcW w:w="2694" w:type="dxa"/>
            <w:vAlign w:val="center"/>
          </w:tcPr>
          <w:p w:rsidRPr="007A5D82" w:rsidR="007A3C1D" w:rsidP="009C54AE" w:rsidRDefault="007A3C1D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9C54AE" w:rsidR="007A3C1D" w:rsidP="009C54AE" w:rsidRDefault="007A3C1D" w14:paraId="47C360E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BW61</w:t>
            </w:r>
          </w:p>
        </w:tc>
      </w:tr>
      <w:tr xmlns:wp14="http://schemas.microsoft.com/office/word/2010/wordml" w:rsidRPr="009C54AE" w:rsidR="007A3C1D" w:rsidTr="00B819C8" w14:paraId="2CEE3BC7" wp14:textId="77777777">
        <w:tc>
          <w:tcPr>
            <w:tcW w:w="2694" w:type="dxa"/>
            <w:vAlign w:val="center"/>
          </w:tcPr>
          <w:p w:rsidRPr="007A5D82" w:rsidR="007A3C1D" w:rsidP="00EA4832" w:rsidRDefault="007A3C1D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9C54AE" w:rsidR="007A3C1D" w:rsidP="009C54AE" w:rsidRDefault="007A3C1D" w14:paraId="56BCBDC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xmlns:wp14="http://schemas.microsoft.com/office/word/2010/wordml" w:rsidRPr="009C54AE" w:rsidR="007A3C1D" w:rsidTr="00B819C8" w14:paraId="4FEDF307" wp14:textId="77777777">
        <w:tc>
          <w:tcPr>
            <w:tcW w:w="2694" w:type="dxa"/>
            <w:vAlign w:val="center"/>
          </w:tcPr>
          <w:p w:rsidRPr="007A5D82" w:rsidR="007A3C1D" w:rsidP="009C54AE" w:rsidRDefault="007A3C1D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7A3C1D" w:rsidP="009C54AE" w:rsidRDefault="007A3C1D" w14:paraId="4B1A6A3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xmlns:wp14="http://schemas.microsoft.com/office/word/2010/wordml" w:rsidRPr="009C54AE" w:rsidR="007A3C1D" w:rsidTr="00B819C8" w14:paraId="2247CDE1" wp14:textId="77777777">
        <w:tc>
          <w:tcPr>
            <w:tcW w:w="2694" w:type="dxa"/>
            <w:vAlign w:val="center"/>
          </w:tcPr>
          <w:p w:rsidRPr="007A5D82" w:rsidR="007A3C1D" w:rsidP="009C54AE" w:rsidRDefault="007A3C1D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7A3C1D" w:rsidP="009C54AE" w:rsidRDefault="007A3C1D" w14:paraId="7A75C90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Bezpieczeństwo wewnętrzne </w:t>
            </w:r>
          </w:p>
        </w:tc>
      </w:tr>
      <w:tr xmlns:wp14="http://schemas.microsoft.com/office/word/2010/wordml" w:rsidRPr="009C54AE" w:rsidR="007A3C1D" w:rsidTr="00B819C8" w14:paraId="1CF479FC" wp14:textId="77777777">
        <w:tc>
          <w:tcPr>
            <w:tcW w:w="2694" w:type="dxa"/>
            <w:vAlign w:val="center"/>
          </w:tcPr>
          <w:p w:rsidRPr="007A5D82" w:rsidR="007A3C1D" w:rsidP="009C54AE" w:rsidRDefault="007A3C1D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7A3C1D" w:rsidP="009C54AE" w:rsidRDefault="007A3C1D" w14:paraId="5402E90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9C54AE" w:rsidR="007A3C1D" w:rsidTr="00B819C8" w14:paraId="3B32AF2E" wp14:textId="77777777">
        <w:tc>
          <w:tcPr>
            <w:tcW w:w="2694" w:type="dxa"/>
            <w:vAlign w:val="center"/>
          </w:tcPr>
          <w:p w:rsidRPr="007A5D82" w:rsidR="007A3C1D" w:rsidP="009C54AE" w:rsidRDefault="007A3C1D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7A3C1D" w:rsidP="009C54AE" w:rsidRDefault="007A3C1D" w14:paraId="439CFC3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9C54AE" w:rsidR="007A3C1D" w:rsidTr="00B819C8" w14:paraId="5B469018" wp14:textId="77777777">
        <w:tc>
          <w:tcPr>
            <w:tcW w:w="2694" w:type="dxa"/>
            <w:vAlign w:val="center"/>
          </w:tcPr>
          <w:p w:rsidRPr="007A5D82" w:rsidR="007A3C1D" w:rsidP="009C54AE" w:rsidRDefault="007A3C1D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7A3C1D" w:rsidP="009C54AE" w:rsidRDefault="007A3C1D" w14:paraId="74440E6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9C54AE" w:rsidR="007A3C1D" w:rsidTr="00B819C8" w14:paraId="32876FB2" wp14:textId="77777777">
        <w:tc>
          <w:tcPr>
            <w:tcW w:w="2694" w:type="dxa"/>
            <w:vAlign w:val="center"/>
          </w:tcPr>
          <w:p w:rsidRPr="007A5D82" w:rsidR="007A3C1D" w:rsidP="009C54AE" w:rsidRDefault="007A3C1D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9C54AE" w:rsidR="007A3C1D" w:rsidP="009C54AE" w:rsidRDefault="007A3C1D" w14:paraId="2F8C8C0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V semestr</w:t>
            </w:r>
          </w:p>
        </w:tc>
      </w:tr>
      <w:tr xmlns:wp14="http://schemas.microsoft.com/office/word/2010/wordml" w:rsidRPr="009C54AE" w:rsidR="007A3C1D" w:rsidTr="00B819C8" w14:paraId="5242C69C" wp14:textId="77777777">
        <w:tc>
          <w:tcPr>
            <w:tcW w:w="2694" w:type="dxa"/>
            <w:vAlign w:val="center"/>
          </w:tcPr>
          <w:p w:rsidRPr="007A5D82" w:rsidR="007A3C1D" w:rsidP="009C54AE" w:rsidRDefault="007A3C1D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7A3C1D" w:rsidP="009C54AE" w:rsidRDefault="007A3C1D" w14:paraId="3C4E3B7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 specjalnościowy </w:t>
            </w:r>
          </w:p>
        </w:tc>
      </w:tr>
      <w:tr xmlns:wp14="http://schemas.microsoft.com/office/word/2010/wordml" w:rsidRPr="009C54AE" w:rsidR="007A3C1D" w:rsidTr="00B819C8" w14:paraId="2786482B" wp14:textId="77777777">
        <w:tc>
          <w:tcPr>
            <w:tcW w:w="2694" w:type="dxa"/>
            <w:vAlign w:val="center"/>
          </w:tcPr>
          <w:p w:rsidRPr="007A5D82" w:rsidR="007A3C1D" w:rsidP="009C54AE" w:rsidRDefault="007A3C1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7A3C1D" w:rsidP="009C54AE" w:rsidRDefault="007A3C1D" w14:paraId="205A1F1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7A3C1D" w:rsidTr="00B819C8" w14:paraId="2CB04C55" wp14:textId="77777777">
        <w:tc>
          <w:tcPr>
            <w:tcW w:w="2694" w:type="dxa"/>
            <w:vAlign w:val="center"/>
          </w:tcPr>
          <w:p w:rsidRPr="007A5D82" w:rsidR="007A3C1D" w:rsidP="009C54AE" w:rsidRDefault="007A3C1D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7A3C1D" w:rsidP="009C54AE" w:rsidRDefault="007A3C1D" w14:paraId="708CB89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Zapałowski, prof. UR</w:t>
            </w:r>
          </w:p>
        </w:tc>
      </w:tr>
      <w:tr xmlns:wp14="http://schemas.microsoft.com/office/word/2010/wordml" w:rsidRPr="009C54AE" w:rsidR="007A3C1D" w:rsidTr="00B819C8" w14:paraId="553379FE" wp14:textId="77777777">
        <w:tc>
          <w:tcPr>
            <w:tcW w:w="2694" w:type="dxa"/>
            <w:vAlign w:val="center"/>
          </w:tcPr>
          <w:p w:rsidRPr="007A5D82" w:rsidR="007A3C1D" w:rsidP="009C54AE" w:rsidRDefault="007A3C1D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7A3C1D" w:rsidP="009C54AE" w:rsidRDefault="007A3C1D" w14:paraId="09ABA81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Zapałowski, prof. UR</w:t>
            </w:r>
          </w:p>
        </w:tc>
      </w:tr>
    </w:tbl>
    <w:p xmlns:wp14="http://schemas.microsoft.com/office/word/2010/wordml" w:rsidRPr="009C54AE" w:rsidR="007A3C1D" w:rsidP="009C54AE" w:rsidRDefault="007A3C1D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7A3C1D" w:rsidP="009C54AE" w:rsidRDefault="007A3C1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7A3C1D" w:rsidP="009C54AE" w:rsidRDefault="007A3C1D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xmlns:wp14="http://schemas.microsoft.com/office/word/2010/wordml" w:rsidRPr="009C54AE" w:rsidR="007A3C1D" w:rsidP="009C54AE" w:rsidRDefault="007A3C1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xmlns:wp14="http://schemas.microsoft.com/office/word/2010/wordml" w:rsidRPr="009C54AE" w:rsidR="007A3C1D" w:rsidTr="00C766DF" w14:paraId="4A00F406" wp14:textId="77777777">
        <w:tc>
          <w:tcPr>
            <w:tcW w:w="1048" w:type="dxa"/>
          </w:tcPr>
          <w:p w:rsidRPr="007A5D82" w:rsidR="007A3C1D" w:rsidP="009C54AE" w:rsidRDefault="007A3C1D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Pr="007A5D82" w:rsidR="007A3C1D" w:rsidP="009C54AE" w:rsidRDefault="007A3C1D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Pr="007A5D82" w:rsidR="007A3C1D" w:rsidP="009C54AE" w:rsidRDefault="007A3C1D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:rsidRPr="007A5D82" w:rsidR="007A3C1D" w:rsidP="009C54AE" w:rsidRDefault="007A3C1D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Pr="007A5D82" w:rsidR="007A3C1D" w:rsidP="009C54AE" w:rsidRDefault="007A3C1D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:rsidRPr="007A5D82" w:rsidR="007A3C1D" w:rsidP="009C54AE" w:rsidRDefault="007A3C1D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Pr="007A5D82" w:rsidR="007A3C1D" w:rsidP="009C54AE" w:rsidRDefault="007A3C1D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:rsidRPr="007A5D82" w:rsidR="007A3C1D" w:rsidP="009C54AE" w:rsidRDefault="007A3C1D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Pr="007A5D82" w:rsidR="007A3C1D" w:rsidP="009C54AE" w:rsidRDefault="007A3C1D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:rsidRPr="007A5D82" w:rsidR="007A3C1D" w:rsidP="009C54AE" w:rsidRDefault="007A3C1D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:rsidRPr="007A5D82" w:rsidR="007A3C1D" w:rsidP="009C54AE" w:rsidRDefault="007A3C1D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7A5D82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xmlns:wp14="http://schemas.microsoft.com/office/word/2010/wordml" w:rsidRPr="009C54AE" w:rsidR="007A3C1D" w:rsidTr="00C766DF" w14:paraId="38E5E0D9" wp14:textId="77777777">
        <w:trPr>
          <w:trHeight w:val="453"/>
        </w:trPr>
        <w:tc>
          <w:tcPr>
            <w:tcW w:w="1048" w:type="dxa"/>
          </w:tcPr>
          <w:p w:rsidRPr="009C54AE" w:rsidR="007A3C1D" w:rsidP="009C54AE" w:rsidRDefault="007A3C1D" w14:paraId="3696C34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vAlign w:val="center"/>
          </w:tcPr>
          <w:p w:rsidRPr="009C54AE" w:rsidR="007A3C1D" w:rsidP="009C54AE" w:rsidRDefault="007A3C1D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Pr="009C54AE" w:rsidR="007A3C1D" w:rsidP="009C54AE" w:rsidRDefault="007A3C1D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Pr="009C54AE" w:rsidR="007A3C1D" w:rsidP="009C54AE" w:rsidRDefault="007A3C1D" w14:paraId="5007C90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vAlign w:val="center"/>
          </w:tcPr>
          <w:p w:rsidRPr="009C54AE" w:rsidR="007A3C1D" w:rsidP="009C54AE" w:rsidRDefault="007A3C1D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Pr="009C54AE" w:rsidR="007A3C1D" w:rsidP="009C54AE" w:rsidRDefault="007A3C1D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Pr="009C54AE" w:rsidR="007A3C1D" w:rsidP="009C54AE" w:rsidRDefault="007A3C1D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Pr="009C54AE" w:rsidR="007A3C1D" w:rsidP="009C54AE" w:rsidRDefault="007A3C1D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Pr="009C54AE" w:rsidR="007A3C1D" w:rsidP="009C54AE" w:rsidRDefault="007A3C1D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Pr="009C54AE" w:rsidR="007A3C1D" w:rsidP="009C54AE" w:rsidRDefault="007A3C1D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Pr="009C54AE" w:rsidR="007A3C1D" w:rsidTr="00C766DF" w14:paraId="60061E4C" wp14:textId="77777777">
        <w:trPr>
          <w:trHeight w:val="453"/>
        </w:trPr>
        <w:tc>
          <w:tcPr>
            <w:tcW w:w="1048" w:type="dxa"/>
          </w:tcPr>
          <w:p w:rsidRPr="009C54AE" w:rsidR="007A3C1D" w:rsidP="009C54AE" w:rsidRDefault="007A3C1D" w14:paraId="44EAFD9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Pr="009C54AE" w:rsidR="007A3C1D" w:rsidP="009C54AE" w:rsidRDefault="007A3C1D" w14:paraId="4B94D5A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Pr="009C54AE" w:rsidR="007A3C1D" w:rsidP="009C54AE" w:rsidRDefault="007A3C1D" w14:paraId="3DEEC66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Pr="009C54AE" w:rsidR="007A3C1D" w:rsidP="009C54AE" w:rsidRDefault="007A3C1D" w14:paraId="3656B9A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Pr="009C54AE" w:rsidR="007A3C1D" w:rsidP="009C54AE" w:rsidRDefault="007A3C1D" w14:paraId="45FB0818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Pr="009C54AE" w:rsidR="007A3C1D" w:rsidP="009C54AE" w:rsidRDefault="007A3C1D" w14:paraId="049F31C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Pr="009C54AE" w:rsidR="007A3C1D" w:rsidP="009C54AE" w:rsidRDefault="007A3C1D" w14:paraId="53128261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Pr="009C54AE" w:rsidR="007A3C1D" w:rsidP="009C54AE" w:rsidRDefault="007A3C1D" w14:paraId="62486C0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Pr="009C54AE" w:rsidR="007A3C1D" w:rsidP="009C54AE" w:rsidRDefault="007A3C1D" w14:paraId="4101652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Pr="009C54AE" w:rsidR="007A3C1D" w:rsidP="009C54AE" w:rsidRDefault="007A3C1D" w14:paraId="4B99056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7A3C1D" w:rsidP="009C54AE" w:rsidRDefault="007A3C1D" w14:paraId="1299C43A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7A3C1D" w:rsidP="009C54AE" w:rsidRDefault="007A3C1D" w14:paraId="4DDBEF00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7A3C1D" w:rsidP="00F83B28" w:rsidRDefault="007A3C1D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7A3C1D" w:rsidP="00F83B28" w:rsidRDefault="007A3C1D" w14:paraId="078CDEFA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7A3C1D" w:rsidP="00F83B28" w:rsidRDefault="007A3C1D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7A3C1D" w:rsidP="009C54AE" w:rsidRDefault="007A3C1D" w14:paraId="3461D779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7A3C1D" w:rsidP="00F83B28" w:rsidRDefault="007A3C1D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="007A3C1D" w:rsidP="009C54AE" w:rsidRDefault="007A3C1D" w14:paraId="6F98CAD2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xmlns:wp14="http://schemas.microsoft.com/office/word/2010/wordml" w:rsidR="007A3C1D" w:rsidP="009C54AE" w:rsidRDefault="007A3C1D" w14:paraId="3CF2D8B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7A3C1D" w:rsidP="009C54AE" w:rsidRDefault="007A3C1D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70"/>
      </w:tblGrid>
      <w:tr xmlns:wp14="http://schemas.microsoft.com/office/word/2010/wordml" w:rsidRPr="009C54AE" w:rsidR="007A3C1D" w:rsidTr="00745302" w14:paraId="6DD1B76A" wp14:textId="77777777">
        <w:tc>
          <w:tcPr>
            <w:tcW w:w="9670" w:type="dxa"/>
          </w:tcPr>
          <w:p w:rsidRPr="009C54AE" w:rsidR="007A3C1D" w:rsidP="009C54AE" w:rsidRDefault="007A3C1D" w14:paraId="1EFE3186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:rsidRPr="009C54AE" w:rsidR="007A3C1D" w:rsidP="009C54AE" w:rsidRDefault="007A3C1D" w14:paraId="0FB78278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="007A3C1D" w:rsidP="009C54AE" w:rsidRDefault="007A3C1D" w14:paraId="1FC39945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7A3C1D" w:rsidP="009C54AE" w:rsidRDefault="007A3C1D" w14:paraId="07930BD8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SIĘ,</w:t>
      </w:r>
      <w:r w:rsidRPr="00C05F44">
        <w:rPr>
          <w:rFonts w:ascii="Corbel" w:hAnsi="Corbel"/>
          <w:szCs w:val="24"/>
        </w:rPr>
        <w:t xml:space="preserve"> treści Programowe i stosowane metody Dydaktyczne</w:t>
      </w:r>
    </w:p>
    <w:p xmlns:wp14="http://schemas.microsoft.com/office/word/2010/wordml" w:rsidRPr="00C05F44" w:rsidR="007A3C1D" w:rsidP="009C54AE" w:rsidRDefault="007A3C1D" w14:paraId="0562CB0E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7A3C1D" w:rsidP="009C54AE" w:rsidRDefault="007A3C1D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7A3C1D" w:rsidP="009C54AE" w:rsidRDefault="007A3C1D" w14:paraId="34CE0A41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851"/>
        <w:gridCol w:w="8819"/>
      </w:tblGrid>
      <w:tr xmlns:wp14="http://schemas.microsoft.com/office/word/2010/wordml" w:rsidRPr="009C54AE" w:rsidR="007A3C1D" w:rsidTr="00923D7D" w14:paraId="2AC419A8" wp14:textId="77777777">
        <w:tc>
          <w:tcPr>
            <w:tcW w:w="851" w:type="dxa"/>
            <w:vAlign w:val="center"/>
          </w:tcPr>
          <w:p w:rsidRPr="007A5D82" w:rsidR="007A3C1D" w:rsidP="009C54AE" w:rsidRDefault="007A3C1D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7A5D82" w:rsidR="007A3C1D" w:rsidP="009C54AE" w:rsidRDefault="007A3C1D" w14:paraId="580602E8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>Zapoznanie się z podstawami prawnymi funkcjonowania Straży Granicznej i innych formacji granicznych</w:t>
            </w:r>
          </w:p>
        </w:tc>
      </w:tr>
      <w:tr xmlns:wp14="http://schemas.microsoft.com/office/word/2010/wordml" w:rsidRPr="009C54AE" w:rsidR="007A3C1D" w:rsidTr="00923D7D" w14:paraId="70CAE5B0" wp14:textId="77777777">
        <w:tc>
          <w:tcPr>
            <w:tcW w:w="851" w:type="dxa"/>
            <w:vAlign w:val="center"/>
          </w:tcPr>
          <w:p w:rsidRPr="007A5D82" w:rsidR="007A3C1D" w:rsidP="009C54AE" w:rsidRDefault="007A3C1D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7A5D82" w:rsidR="007A3C1D" w:rsidP="009C54AE" w:rsidRDefault="007A3C1D" w14:paraId="288D223D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>Poznanie instytucji i form prawnych ochrony granic</w:t>
            </w:r>
          </w:p>
        </w:tc>
      </w:tr>
      <w:tr xmlns:wp14="http://schemas.microsoft.com/office/word/2010/wordml" w:rsidRPr="009C54AE" w:rsidR="007A3C1D" w:rsidTr="00923D7D" w14:paraId="21538954" wp14:textId="77777777">
        <w:tc>
          <w:tcPr>
            <w:tcW w:w="851" w:type="dxa"/>
            <w:vAlign w:val="center"/>
          </w:tcPr>
          <w:p w:rsidRPr="007A5D82" w:rsidR="007A3C1D" w:rsidP="009C54AE" w:rsidRDefault="007A3C1D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7A5D82" w:rsidR="007A3C1D" w:rsidP="009C54AE" w:rsidRDefault="007A3C1D" w14:paraId="68B9AFB9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 xml:space="preserve">Określenie głównych zagrożeń dla bezpieczeństwa państwa w pasie zewnętrznych i wewnętrznych granic Unii Europejskiej  </w:t>
            </w:r>
          </w:p>
        </w:tc>
      </w:tr>
      <w:tr xmlns:wp14="http://schemas.microsoft.com/office/word/2010/wordml" w:rsidRPr="009C54AE" w:rsidR="007A3C1D" w:rsidTr="00923D7D" w14:paraId="2521A2D7" wp14:textId="77777777">
        <w:tc>
          <w:tcPr>
            <w:tcW w:w="851" w:type="dxa"/>
            <w:vAlign w:val="center"/>
          </w:tcPr>
          <w:p w:rsidRPr="007A5D82" w:rsidR="007A3C1D" w:rsidP="009C54AE" w:rsidRDefault="007A3C1D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7A5D82" w:rsidR="007A3C1D" w:rsidP="009C54AE" w:rsidRDefault="007A3C1D" w14:paraId="6EC402B3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 xml:space="preserve">Poznanie systemu ochrony granic i zasad międzynarodowej współpracy w tym obszarze </w:t>
            </w:r>
          </w:p>
        </w:tc>
      </w:tr>
    </w:tbl>
    <w:p xmlns:wp14="http://schemas.microsoft.com/office/word/2010/wordml" w:rsidRPr="009C54AE" w:rsidR="007A3C1D" w:rsidP="009C54AE" w:rsidRDefault="007A3C1D" w14:paraId="62EBF3C5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7A3C1D" w:rsidP="009C54AE" w:rsidRDefault="007A3C1D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7A3C1D" w:rsidP="009C54AE" w:rsidRDefault="007A3C1D" w14:paraId="6D98A12B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701"/>
        <w:gridCol w:w="6096"/>
        <w:gridCol w:w="1873"/>
      </w:tblGrid>
      <w:tr xmlns:wp14="http://schemas.microsoft.com/office/word/2010/wordml" w:rsidRPr="009C54AE" w:rsidR="007A3C1D" w:rsidTr="00866382" w14:paraId="61F38664" wp14:textId="77777777">
        <w:tc>
          <w:tcPr>
            <w:tcW w:w="1701" w:type="dxa"/>
            <w:vAlign w:val="center"/>
          </w:tcPr>
          <w:p w:rsidRPr="009C54AE" w:rsidR="007A3C1D" w:rsidP="00866382" w:rsidRDefault="007A3C1D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7A3C1D" w:rsidP="00866382" w:rsidRDefault="007A3C1D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7A3C1D" w:rsidP="00866382" w:rsidRDefault="007A3C1D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FootnoteReference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1C16A9" w:rsidR="007A3C1D" w:rsidTr="00866382" w14:paraId="1CB07CB2" wp14:textId="77777777">
        <w:tc>
          <w:tcPr>
            <w:tcW w:w="1701" w:type="dxa"/>
          </w:tcPr>
          <w:p w:rsidRPr="001C16A9" w:rsidR="007A3C1D" w:rsidP="00866382" w:rsidRDefault="007A3C1D" w14:paraId="4FCA5964" wp14:textId="77777777">
            <w:pPr>
              <w:autoSpaceDE w:val="0"/>
              <w:autoSpaceDN w:val="0"/>
              <w:adjustRightInd w:val="0"/>
              <w:jc w:val="center"/>
            </w:pPr>
            <w:r w:rsidRPr="001C16A9">
              <w:t>EK_01</w:t>
            </w:r>
          </w:p>
        </w:tc>
        <w:tc>
          <w:tcPr>
            <w:tcW w:w="6096" w:type="dxa"/>
          </w:tcPr>
          <w:p w:rsidRPr="001C16A9" w:rsidR="007A3C1D" w:rsidP="00866382" w:rsidRDefault="007A3C1D" w14:paraId="4B5A34C7" wp14:textId="77777777">
            <w:pPr>
              <w:autoSpaceDE w:val="0"/>
              <w:autoSpaceDN w:val="0"/>
              <w:adjustRightInd w:val="0"/>
            </w:pPr>
            <w:r w:rsidRPr="001C16A9">
              <w:t>zna istotę systemu ochrony granic i jego znaczenie dla bezpieczeństwa państwa</w:t>
            </w:r>
          </w:p>
        </w:tc>
        <w:tc>
          <w:tcPr>
            <w:tcW w:w="1873" w:type="dxa"/>
          </w:tcPr>
          <w:p w:rsidRPr="001C16A9" w:rsidR="007A3C1D" w:rsidP="00866382" w:rsidRDefault="007A3C1D" w14:paraId="39AE7B68" wp14:textId="77777777">
            <w:pPr>
              <w:autoSpaceDE w:val="0"/>
              <w:autoSpaceDN w:val="0"/>
              <w:adjustRightInd w:val="0"/>
              <w:jc w:val="center"/>
            </w:pPr>
            <w:r>
              <w:t>K_</w:t>
            </w:r>
            <w:r w:rsidRPr="001C16A9">
              <w:t>W10</w:t>
            </w:r>
          </w:p>
        </w:tc>
      </w:tr>
      <w:tr xmlns:wp14="http://schemas.microsoft.com/office/word/2010/wordml" w:rsidRPr="001C16A9" w:rsidR="007A3C1D" w:rsidTr="00866382" w14:paraId="741FF359" wp14:textId="77777777">
        <w:tc>
          <w:tcPr>
            <w:tcW w:w="1701" w:type="dxa"/>
          </w:tcPr>
          <w:p w:rsidRPr="001C16A9" w:rsidR="007A3C1D" w:rsidP="00866382" w:rsidRDefault="007A3C1D" w14:paraId="56A76B19" wp14:textId="77777777">
            <w:pPr>
              <w:autoSpaceDE w:val="0"/>
              <w:autoSpaceDN w:val="0"/>
              <w:adjustRightInd w:val="0"/>
              <w:jc w:val="center"/>
            </w:pPr>
            <w:r w:rsidRPr="001C16A9">
              <w:t>EK_02</w:t>
            </w:r>
          </w:p>
        </w:tc>
        <w:tc>
          <w:tcPr>
            <w:tcW w:w="6096" w:type="dxa"/>
          </w:tcPr>
          <w:p w:rsidRPr="001C16A9" w:rsidR="007A3C1D" w:rsidP="00866382" w:rsidRDefault="007A3C1D" w14:paraId="78D7364D" wp14:textId="77777777">
            <w:pPr>
              <w:autoSpaceDE w:val="0"/>
              <w:autoSpaceDN w:val="0"/>
              <w:adjustRightInd w:val="0"/>
            </w:pPr>
            <w:r w:rsidRPr="001C16A9">
              <w:t xml:space="preserve">interpretuje i stosuje akty prawne, szczególnie w obszarze bezpieczeństwa ochrony i kontroli granic </w:t>
            </w:r>
          </w:p>
        </w:tc>
        <w:tc>
          <w:tcPr>
            <w:tcW w:w="1873" w:type="dxa"/>
          </w:tcPr>
          <w:p w:rsidRPr="001C16A9" w:rsidR="007A3C1D" w:rsidP="00866382" w:rsidRDefault="007A3C1D" w14:paraId="3CFCD0C1" wp14:textId="77777777">
            <w:pPr>
              <w:autoSpaceDE w:val="0"/>
              <w:autoSpaceDN w:val="0"/>
              <w:adjustRightInd w:val="0"/>
              <w:jc w:val="center"/>
            </w:pPr>
            <w:r>
              <w:t>K_</w:t>
            </w:r>
            <w:r w:rsidRPr="001C16A9">
              <w:t>U01</w:t>
            </w:r>
          </w:p>
        </w:tc>
      </w:tr>
      <w:tr xmlns:wp14="http://schemas.microsoft.com/office/word/2010/wordml" w:rsidRPr="001C16A9" w:rsidR="007A3C1D" w:rsidTr="00866382" w14:paraId="2DE4B7C3" wp14:textId="77777777">
        <w:tc>
          <w:tcPr>
            <w:tcW w:w="1701" w:type="dxa"/>
          </w:tcPr>
          <w:p w:rsidRPr="001C16A9" w:rsidR="007A3C1D" w:rsidP="00866382" w:rsidRDefault="007A3C1D" w14:paraId="41960800" wp14:textId="77777777">
            <w:pPr>
              <w:autoSpaceDE w:val="0"/>
              <w:autoSpaceDN w:val="0"/>
              <w:adjustRightInd w:val="0"/>
              <w:jc w:val="center"/>
            </w:pPr>
            <w:r w:rsidRPr="001C16A9">
              <w:t>EK_03</w:t>
            </w:r>
          </w:p>
        </w:tc>
        <w:tc>
          <w:tcPr>
            <w:tcW w:w="6096" w:type="dxa"/>
          </w:tcPr>
          <w:p w:rsidRPr="001C16A9" w:rsidR="007A3C1D" w:rsidP="00866382" w:rsidRDefault="007A3C1D" w14:paraId="3706EA41" wp14:textId="77777777">
            <w:pPr>
              <w:autoSpaceDE w:val="0"/>
              <w:autoSpaceDN w:val="0"/>
              <w:adjustRightInd w:val="0"/>
            </w:pPr>
            <w:r w:rsidRPr="001C16A9">
              <w:t>analizuje powiązanie zjawisk społecznych z bezpieczeństwem granic państwa (</w:t>
            </w:r>
            <w:r>
              <w:t>np.</w:t>
            </w:r>
            <w:r w:rsidRPr="001C16A9">
              <w:t xml:space="preserve">  masowe migracje jako efekt konfliktów zbrojnych)</w:t>
            </w:r>
          </w:p>
        </w:tc>
        <w:tc>
          <w:tcPr>
            <w:tcW w:w="1873" w:type="dxa"/>
          </w:tcPr>
          <w:p w:rsidRPr="001C16A9" w:rsidR="007A3C1D" w:rsidP="00866382" w:rsidRDefault="007A3C1D" w14:paraId="0495AD78" wp14:textId="77777777">
            <w:pPr>
              <w:autoSpaceDE w:val="0"/>
              <w:autoSpaceDN w:val="0"/>
              <w:adjustRightInd w:val="0"/>
              <w:jc w:val="center"/>
            </w:pPr>
            <w:r>
              <w:t>K_</w:t>
            </w:r>
            <w:r w:rsidRPr="001C16A9">
              <w:t>U06</w:t>
            </w:r>
          </w:p>
        </w:tc>
      </w:tr>
      <w:tr xmlns:wp14="http://schemas.microsoft.com/office/word/2010/wordml" w:rsidRPr="001C16A9" w:rsidR="007A3C1D" w:rsidTr="00866382" w14:paraId="29D771A2" wp14:textId="77777777">
        <w:tc>
          <w:tcPr>
            <w:tcW w:w="1701" w:type="dxa"/>
          </w:tcPr>
          <w:p w:rsidRPr="001C16A9" w:rsidR="007A3C1D" w:rsidP="00866382" w:rsidRDefault="007A3C1D" w14:paraId="78C3198C" wp14:textId="77777777">
            <w:pPr>
              <w:autoSpaceDE w:val="0"/>
              <w:autoSpaceDN w:val="0"/>
              <w:adjustRightInd w:val="0"/>
              <w:jc w:val="center"/>
            </w:pPr>
            <w:r w:rsidRPr="001C16A9">
              <w:t>EK_04</w:t>
            </w:r>
          </w:p>
        </w:tc>
        <w:tc>
          <w:tcPr>
            <w:tcW w:w="6096" w:type="dxa"/>
          </w:tcPr>
          <w:p w:rsidRPr="001C16A9" w:rsidR="007A3C1D" w:rsidP="00866382" w:rsidRDefault="007A3C1D" w14:paraId="0E19616A" wp14:textId="77777777">
            <w:pPr>
              <w:autoSpaceDE w:val="0"/>
              <w:autoSpaceDN w:val="0"/>
              <w:adjustRightInd w:val="0"/>
              <w:jc w:val="both"/>
            </w:pPr>
            <w:r w:rsidRPr="001C16A9">
              <w:t>ma świadomość konieczności stałego i samodzielnego uaktualniania wiedzy</w:t>
            </w:r>
          </w:p>
        </w:tc>
        <w:tc>
          <w:tcPr>
            <w:tcW w:w="1873" w:type="dxa"/>
          </w:tcPr>
          <w:p w:rsidRPr="001C16A9" w:rsidR="007A3C1D" w:rsidP="00866382" w:rsidRDefault="007A3C1D" w14:paraId="2585C346" wp14:textId="77777777">
            <w:pPr>
              <w:autoSpaceDE w:val="0"/>
              <w:autoSpaceDN w:val="0"/>
              <w:adjustRightInd w:val="0"/>
              <w:jc w:val="center"/>
            </w:pPr>
            <w:r>
              <w:t>K_</w:t>
            </w:r>
            <w:r w:rsidRPr="001C16A9">
              <w:t>K06</w:t>
            </w:r>
          </w:p>
        </w:tc>
      </w:tr>
    </w:tbl>
    <w:p xmlns:wp14="http://schemas.microsoft.com/office/word/2010/wordml" w:rsidRPr="009C54AE" w:rsidR="007A3C1D" w:rsidP="009C54AE" w:rsidRDefault="007A3C1D" w14:paraId="2946DB82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7A3C1D" w:rsidP="009C54AE" w:rsidRDefault="007A3C1D" w14:paraId="44E1D115" wp14:textId="77777777">
      <w:pPr>
        <w:pStyle w:val="ListParagraph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7A3C1D" w:rsidP="009C54AE" w:rsidRDefault="007A3C1D" w14:paraId="7D0EF860" wp14:textId="77777777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7A3C1D" w:rsidP="009C54AE" w:rsidRDefault="007A3C1D" w14:paraId="5997CC1D" wp14:textId="77777777">
      <w:pPr>
        <w:pStyle w:val="ListParagraph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39"/>
      </w:tblGrid>
      <w:tr xmlns:wp14="http://schemas.microsoft.com/office/word/2010/wordml" w:rsidRPr="009C54AE" w:rsidR="007A3C1D" w:rsidTr="00923D7D" w14:paraId="587EA2A8" wp14:textId="77777777">
        <w:tc>
          <w:tcPr>
            <w:tcW w:w="9639" w:type="dxa"/>
          </w:tcPr>
          <w:p w:rsidRPr="009C54AE" w:rsidR="007A3C1D" w:rsidP="009C54AE" w:rsidRDefault="007A3C1D" w14:paraId="35113026" wp14:textId="77777777">
            <w:pPr>
              <w:pStyle w:val="ListParagraph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7A3C1D" w:rsidTr="00923D7D" w14:paraId="110FFD37" wp14:textId="77777777">
        <w:tc>
          <w:tcPr>
            <w:tcW w:w="9639" w:type="dxa"/>
          </w:tcPr>
          <w:p w:rsidRPr="009C54AE" w:rsidR="007A3C1D" w:rsidP="009C54AE" w:rsidRDefault="007A3C1D" w14:paraId="6B699379" wp14:textId="77777777">
            <w:pPr>
              <w:pStyle w:val="ListParagraph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7A3C1D" w:rsidTr="00923D7D" w14:paraId="3FE9F23F" wp14:textId="77777777">
        <w:tc>
          <w:tcPr>
            <w:tcW w:w="9639" w:type="dxa"/>
          </w:tcPr>
          <w:p w:rsidRPr="009C54AE" w:rsidR="007A3C1D" w:rsidP="009C54AE" w:rsidRDefault="007A3C1D" w14:paraId="1F72F646" wp14:textId="77777777">
            <w:pPr>
              <w:pStyle w:val="ListParagraph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7A3C1D" w:rsidTr="00923D7D" w14:paraId="08CE6F91" wp14:textId="77777777">
        <w:tc>
          <w:tcPr>
            <w:tcW w:w="9639" w:type="dxa"/>
          </w:tcPr>
          <w:p w:rsidRPr="009C54AE" w:rsidR="007A3C1D" w:rsidP="009C54AE" w:rsidRDefault="007A3C1D" w14:paraId="61CDCEAD" wp14:textId="77777777">
            <w:pPr>
              <w:pStyle w:val="ListParagraph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7A3C1D" w:rsidP="009C54AE" w:rsidRDefault="007A3C1D" w14:paraId="6BB9E253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7A3C1D" w:rsidP="009C54AE" w:rsidRDefault="007A3C1D" w14:paraId="7E25BDCB" wp14:textId="7777777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konwersatoryjnych</w:t>
      </w:r>
    </w:p>
    <w:p xmlns:wp14="http://schemas.microsoft.com/office/word/2010/wordml" w:rsidRPr="009C54AE" w:rsidR="007A3C1D" w:rsidP="009C54AE" w:rsidRDefault="007A3C1D" w14:paraId="23DE523C" wp14:textId="77777777">
      <w:pPr>
        <w:pStyle w:val="ListParagraph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39"/>
      </w:tblGrid>
      <w:tr xmlns:wp14="http://schemas.microsoft.com/office/word/2010/wordml" w:rsidRPr="009C54AE" w:rsidR="007A3C1D" w:rsidTr="00923D7D" w14:paraId="55225495" wp14:textId="77777777">
        <w:tc>
          <w:tcPr>
            <w:tcW w:w="9639" w:type="dxa"/>
          </w:tcPr>
          <w:p w:rsidRPr="009C54AE" w:rsidR="007A3C1D" w:rsidP="009C54AE" w:rsidRDefault="007A3C1D" w14:paraId="5D69D229" wp14:textId="77777777">
            <w:pPr>
              <w:pStyle w:val="ListParagraph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7A3C1D" w:rsidTr="00923D7D" w14:paraId="4566205B" wp14:textId="77777777">
        <w:tc>
          <w:tcPr>
            <w:tcW w:w="9639" w:type="dxa"/>
          </w:tcPr>
          <w:p w:rsidRPr="009C54AE" w:rsidR="007A3C1D" w:rsidP="00865336" w:rsidRDefault="007A3C1D" w14:paraId="6E921F3F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ochrony granic w Polsce</w:t>
            </w:r>
          </w:p>
        </w:tc>
      </w:tr>
      <w:tr xmlns:wp14="http://schemas.microsoft.com/office/word/2010/wordml" w:rsidRPr="009C54AE" w:rsidR="007A3C1D" w:rsidTr="00923D7D" w14:paraId="4C68D3AC" wp14:textId="77777777">
        <w:tc>
          <w:tcPr>
            <w:tcW w:w="9639" w:type="dxa"/>
          </w:tcPr>
          <w:p w:rsidRPr="009C54AE" w:rsidR="007A3C1D" w:rsidP="00865336" w:rsidRDefault="007A3C1D" w14:paraId="3876F35B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i zadania Straży Granicznej</w:t>
            </w:r>
          </w:p>
        </w:tc>
      </w:tr>
      <w:tr xmlns:wp14="http://schemas.microsoft.com/office/word/2010/wordml" w:rsidRPr="009C54AE" w:rsidR="007A3C1D" w:rsidTr="00923D7D" w14:paraId="14E3F33B" wp14:textId="77777777">
        <w:tc>
          <w:tcPr>
            <w:tcW w:w="9639" w:type="dxa"/>
          </w:tcPr>
          <w:p w:rsidRPr="009C54AE" w:rsidR="007A3C1D" w:rsidP="00865336" w:rsidRDefault="007A3C1D" w14:paraId="30AF0203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i zadania Krajowej Administracji Skarbowej</w:t>
            </w:r>
          </w:p>
        </w:tc>
      </w:tr>
      <w:tr xmlns:wp14="http://schemas.microsoft.com/office/word/2010/wordml" w:rsidRPr="009C54AE" w:rsidR="007A3C1D" w:rsidTr="00923D7D" w14:paraId="1D42CBEA" wp14:textId="77777777">
        <w:tc>
          <w:tcPr>
            <w:tcW w:w="9639" w:type="dxa"/>
          </w:tcPr>
          <w:p w:rsidR="007A3C1D" w:rsidP="00865336" w:rsidRDefault="007A3C1D" w14:paraId="72B0B975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prawne ochrony granic RP</w:t>
            </w:r>
          </w:p>
        </w:tc>
      </w:tr>
      <w:tr xmlns:wp14="http://schemas.microsoft.com/office/word/2010/wordml" w:rsidRPr="009C54AE" w:rsidR="007A3C1D" w:rsidTr="00923D7D" w14:paraId="66E98982" wp14:textId="77777777">
        <w:tc>
          <w:tcPr>
            <w:tcW w:w="9639" w:type="dxa"/>
          </w:tcPr>
          <w:p w:rsidR="007A3C1D" w:rsidP="00865336" w:rsidRDefault="007A3C1D" w14:paraId="423A8ECB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i kontrola ruchu granicznego</w:t>
            </w:r>
          </w:p>
        </w:tc>
      </w:tr>
      <w:tr xmlns:wp14="http://schemas.microsoft.com/office/word/2010/wordml" w:rsidRPr="009C54AE" w:rsidR="007A3C1D" w:rsidTr="00923D7D" w14:paraId="19F3142D" wp14:textId="77777777">
        <w:tc>
          <w:tcPr>
            <w:tcW w:w="9639" w:type="dxa"/>
          </w:tcPr>
          <w:p w:rsidR="007A3C1D" w:rsidP="00865336" w:rsidRDefault="007A3C1D" w14:paraId="27E6F5A5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Przebieg i ukształtowanie granicy RP</w:t>
            </w:r>
          </w:p>
        </w:tc>
      </w:tr>
      <w:tr xmlns:wp14="http://schemas.microsoft.com/office/word/2010/wordml" w:rsidRPr="009C54AE" w:rsidR="007A3C1D" w:rsidTr="00923D7D" w14:paraId="0C69F5C3" wp14:textId="77777777">
        <w:tc>
          <w:tcPr>
            <w:tcW w:w="9639" w:type="dxa"/>
          </w:tcPr>
          <w:p w:rsidR="007A3C1D" w:rsidP="00865336" w:rsidRDefault="007A3C1D" w14:paraId="4DDE7107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zagrożeń transgranicznych</w:t>
            </w:r>
          </w:p>
        </w:tc>
      </w:tr>
      <w:tr xmlns:wp14="http://schemas.microsoft.com/office/word/2010/wordml" w:rsidRPr="009C54AE" w:rsidR="007A3C1D" w:rsidTr="00923D7D" w14:paraId="3B89705F" wp14:textId="77777777">
        <w:tc>
          <w:tcPr>
            <w:tcW w:w="9639" w:type="dxa"/>
          </w:tcPr>
          <w:p w:rsidR="007A3C1D" w:rsidP="00865336" w:rsidRDefault="007A3C1D" w14:paraId="04FB043D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zarządzania kryzysowego w rejonie nadgranicznym</w:t>
            </w:r>
          </w:p>
        </w:tc>
      </w:tr>
      <w:tr xmlns:wp14="http://schemas.microsoft.com/office/word/2010/wordml" w:rsidRPr="009C54AE" w:rsidR="007A3C1D" w:rsidTr="00923D7D" w14:paraId="6221D907" wp14:textId="77777777">
        <w:tc>
          <w:tcPr>
            <w:tcW w:w="9639" w:type="dxa"/>
          </w:tcPr>
          <w:p w:rsidR="007A3C1D" w:rsidP="00865336" w:rsidRDefault="007A3C1D" w14:paraId="2FE548AF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Współpraca Sił Zbrojnych RP ze Strażą Graniczną w sytuacjach kryzysowych</w:t>
            </w:r>
          </w:p>
        </w:tc>
      </w:tr>
      <w:tr xmlns:wp14="http://schemas.microsoft.com/office/word/2010/wordml" w:rsidRPr="009C54AE" w:rsidR="007A3C1D" w:rsidTr="00923D7D" w14:paraId="402403DB" wp14:textId="77777777">
        <w:tc>
          <w:tcPr>
            <w:tcW w:w="9639" w:type="dxa"/>
          </w:tcPr>
          <w:p w:rsidR="007A3C1D" w:rsidP="00865336" w:rsidRDefault="007A3C1D" w14:paraId="2A1EE146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Współpraca służb granicznych z </w:t>
            </w:r>
            <w:r>
              <w:t>Europejską Agencję Straży Granicznej i Przybrzeżnej (FRONTEX)</w:t>
            </w:r>
          </w:p>
        </w:tc>
      </w:tr>
      <w:tr xmlns:wp14="http://schemas.microsoft.com/office/word/2010/wordml" w:rsidRPr="009C54AE" w:rsidR="007A3C1D" w:rsidTr="00923D7D" w14:paraId="048CC655" wp14:textId="77777777">
        <w:tc>
          <w:tcPr>
            <w:tcW w:w="9639" w:type="dxa"/>
          </w:tcPr>
          <w:p w:rsidR="007A3C1D" w:rsidP="00865336" w:rsidRDefault="007A3C1D" w14:paraId="53F30213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ochrony wschodniej i północnej granicy RP</w:t>
            </w:r>
          </w:p>
        </w:tc>
      </w:tr>
      <w:tr xmlns:wp14="http://schemas.microsoft.com/office/word/2010/wordml" w:rsidRPr="009C54AE" w:rsidR="007A3C1D" w:rsidTr="00923D7D" w14:paraId="01E97934" wp14:textId="77777777">
        <w:tc>
          <w:tcPr>
            <w:tcW w:w="9639" w:type="dxa"/>
          </w:tcPr>
          <w:p w:rsidR="007A3C1D" w:rsidP="00865336" w:rsidRDefault="007A3C1D" w14:paraId="12466882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Techniczne i operacyjne zabezpieczenie granic RP</w:t>
            </w:r>
          </w:p>
        </w:tc>
      </w:tr>
      <w:tr xmlns:wp14="http://schemas.microsoft.com/office/word/2010/wordml" w:rsidRPr="009C54AE" w:rsidR="007A3C1D" w:rsidTr="00923D7D" w14:paraId="6CDCCC72" wp14:textId="77777777">
        <w:tc>
          <w:tcPr>
            <w:tcW w:w="9639" w:type="dxa"/>
          </w:tcPr>
          <w:p w:rsidR="007A3C1D" w:rsidP="00865336" w:rsidRDefault="007A3C1D" w14:paraId="7A54E8E3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postępowania z nielegalnymi imigrantami w Polsce</w:t>
            </w:r>
          </w:p>
        </w:tc>
      </w:tr>
      <w:tr xmlns:wp14="http://schemas.microsoft.com/office/word/2010/wordml" w:rsidRPr="009C54AE" w:rsidR="007A3C1D" w:rsidTr="00923D7D" w14:paraId="4EFF40D7" wp14:textId="77777777">
        <w:tc>
          <w:tcPr>
            <w:tcW w:w="9639" w:type="dxa"/>
          </w:tcPr>
          <w:p w:rsidR="007A3C1D" w:rsidP="00865336" w:rsidRDefault="007A3C1D" w14:paraId="00201DB4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przemytu towarów przez granicę</w:t>
            </w:r>
          </w:p>
        </w:tc>
      </w:tr>
      <w:tr xmlns:wp14="http://schemas.microsoft.com/office/word/2010/wordml" w:rsidRPr="009C54AE" w:rsidR="007A3C1D" w:rsidTr="00923D7D" w14:paraId="194C3631" wp14:textId="77777777">
        <w:tc>
          <w:tcPr>
            <w:tcW w:w="9639" w:type="dxa"/>
          </w:tcPr>
          <w:p w:rsidR="007A3C1D" w:rsidP="00865336" w:rsidRDefault="007A3C1D" w14:paraId="13BC5FD8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Wyposażenie i uzbrojenie Straży Granicznej</w:t>
            </w:r>
          </w:p>
        </w:tc>
      </w:tr>
      <w:tr xmlns:wp14="http://schemas.microsoft.com/office/word/2010/wordml" w:rsidRPr="009C54AE" w:rsidR="007A3C1D" w:rsidTr="00923D7D" w14:paraId="5780AF8A" wp14:textId="77777777">
        <w:tc>
          <w:tcPr>
            <w:tcW w:w="9639" w:type="dxa"/>
          </w:tcPr>
          <w:p w:rsidR="007A3C1D" w:rsidP="00865336" w:rsidRDefault="007A3C1D" w14:paraId="75123DCC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rekrutacji do Straży Granicznej i Krajowej Administracji Skarbowej</w:t>
            </w:r>
          </w:p>
        </w:tc>
      </w:tr>
      <w:tr xmlns:wp14="http://schemas.microsoft.com/office/word/2010/wordml" w:rsidRPr="009C54AE" w:rsidR="007A3C1D" w:rsidTr="00923D7D" w14:paraId="43A8FD55" wp14:textId="77777777">
        <w:tc>
          <w:tcPr>
            <w:tcW w:w="9639" w:type="dxa"/>
          </w:tcPr>
          <w:p w:rsidR="007A3C1D" w:rsidP="00865336" w:rsidRDefault="007A3C1D" w14:paraId="74890665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Współpraca służb granicznych z innymi służbami i instytucjami w zakresie osłony państwa</w:t>
            </w:r>
          </w:p>
        </w:tc>
      </w:tr>
      <w:tr xmlns:wp14="http://schemas.microsoft.com/office/word/2010/wordml" w:rsidRPr="009C54AE" w:rsidR="007A3C1D" w:rsidTr="00923D7D" w14:paraId="5CBFBBA7" wp14:textId="77777777">
        <w:tc>
          <w:tcPr>
            <w:tcW w:w="9639" w:type="dxa"/>
          </w:tcPr>
          <w:p w:rsidR="007A3C1D" w:rsidP="00865336" w:rsidRDefault="007A3C1D" w14:paraId="2CF4C716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Międzynarodowa współpraca Straży Granicznej</w:t>
            </w:r>
          </w:p>
        </w:tc>
      </w:tr>
      <w:tr xmlns:wp14="http://schemas.microsoft.com/office/word/2010/wordml" w:rsidRPr="009C54AE" w:rsidR="007A3C1D" w:rsidTr="00923D7D" w14:paraId="7ACE9050" wp14:textId="77777777">
        <w:tc>
          <w:tcPr>
            <w:tcW w:w="9639" w:type="dxa"/>
          </w:tcPr>
          <w:p w:rsidR="007A3C1D" w:rsidP="00865336" w:rsidRDefault="007A3C1D" w14:paraId="0FF53121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Wyzwania dla ochrony granic w XXI wieku</w:t>
            </w:r>
          </w:p>
        </w:tc>
      </w:tr>
      <w:tr xmlns:wp14="http://schemas.microsoft.com/office/word/2010/wordml" w:rsidRPr="009C54AE" w:rsidR="007A3C1D" w:rsidTr="00923D7D" w14:paraId="745C51E2" wp14:textId="77777777">
        <w:tc>
          <w:tcPr>
            <w:tcW w:w="9639" w:type="dxa"/>
          </w:tcPr>
          <w:p w:rsidR="007A3C1D" w:rsidP="00865336" w:rsidRDefault="007A3C1D" w14:paraId="1193F977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Monitorowanie i osłona granic RP przez służby specjalne</w:t>
            </w:r>
          </w:p>
        </w:tc>
      </w:tr>
    </w:tbl>
    <w:p xmlns:wp14="http://schemas.microsoft.com/office/word/2010/wordml" w:rsidRPr="009C54AE" w:rsidR="007A3C1D" w:rsidP="009C54AE" w:rsidRDefault="007A3C1D" w14:paraId="52E56223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7A3C1D" w:rsidP="009C54AE" w:rsidRDefault="007A3C1D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7A3C1D" w:rsidP="009C54AE" w:rsidRDefault="007A3C1D" w14:paraId="07547A0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153C41" w:rsidR="007A3C1D" w:rsidP="009C54AE" w:rsidRDefault="007A3C1D" w14:paraId="5043CB0F" wp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xmlns:wp14="http://schemas.microsoft.com/office/word/2010/wordml" w:rsidR="007A3C1D" w:rsidP="009C54AE" w:rsidRDefault="007A3C1D" w14:paraId="613D1A7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prezentacje zagadnień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metody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kształcenia na odległość </w:t>
      </w:r>
    </w:p>
    <w:p xmlns:wp14="http://schemas.microsoft.com/office/word/2010/wordml" w:rsidRPr="009C54AE" w:rsidR="007A3C1D" w:rsidP="009C54AE" w:rsidRDefault="007A3C1D" w14:paraId="0745931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7A3C1D" w:rsidP="009C54AE" w:rsidRDefault="007A3C1D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xmlns:wp14="http://schemas.microsoft.com/office/word/2010/wordml" w:rsidRPr="009C54AE" w:rsidR="007A3C1D" w:rsidP="009C54AE" w:rsidRDefault="007A3C1D" w14:paraId="6537F28F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7A3C1D" w:rsidP="009C54AE" w:rsidRDefault="007A3C1D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7A3C1D" w:rsidP="009C54AE" w:rsidRDefault="007A3C1D" w14:paraId="6DFB9E20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985"/>
        <w:gridCol w:w="5528"/>
        <w:gridCol w:w="2126"/>
      </w:tblGrid>
      <w:tr xmlns:wp14="http://schemas.microsoft.com/office/word/2010/wordml" w:rsidRPr="009C54AE" w:rsidR="007A3C1D" w:rsidTr="00C05F44" w14:paraId="2F6380BE" wp14:textId="77777777">
        <w:tc>
          <w:tcPr>
            <w:tcW w:w="1985" w:type="dxa"/>
            <w:vAlign w:val="center"/>
          </w:tcPr>
          <w:p w:rsidRPr="009C54AE" w:rsidR="007A3C1D" w:rsidP="009C54AE" w:rsidRDefault="007A3C1D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7A3C1D" w:rsidP="009C54AE" w:rsidRDefault="007A3C1D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7A3C1D" w:rsidP="009C54AE" w:rsidRDefault="007A3C1D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7A3C1D" w:rsidP="009C54AE" w:rsidRDefault="007A3C1D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7A3C1D" w:rsidP="009C54AE" w:rsidRDefault="007A3C1D" w14:paraId="07D324D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konserwatorium)</w:t>
            </w:r>
          </w:p>
        </w:tc>
      </w:tr>
      <w:tr xmlns:wp14="http://schemas.microsoft.com/office/word/2010/wordml" w:rsidRPr="009C54AE" w:rsidR="007A3C1D" w:rsidTr="00C05F44" w14:paraId="6355B8CD" wp14:textId="77777777">
        <w:tc>
          <w:tcPr>
            <w:tcW w:w="1985" w:type="dxa"/>
          </w:tcPr>
          <w:p w:rsidRPr="009C54AE" w:rsidR="007A3C1D" w:rsidP="009C54AE" w:rsidRDefault="007A3C1D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BC3383" w:rsidR="007A3C1D" w:rsidP="009C54AE" w:rsidRDefault="007A3C1D" w14:paraId="4EFDD24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383">
              <w:rPr>
                <w:rFonts w:ascii="Corbel" w:hAnsi="Corbel"/>
                <w:b w:val="0"/>
                <w:szCs w:val="24"/>
              </w:rPr>
              <w:t>Obserwacje w trakcie zajęć,</w:t>
            </w:r>
            <w:r>
              <w:rPr>
                <w:rFonts w:ascii="Corbel" w:hAnsi="Corbel"/>
                <w:b w:val="0"/>
                <w:szCs w:val="24"/>
              </w:rPr>
              <w:t xml:space="preserve"> dyskusja</w:t>
            </w:r>
          </w:p>
        </w:tc>
        <w:tc>
          <w:tcPr>
            <w:tcW w:w="2126" w:type="dxa"/>
          </w:tcPr>
          <w:p w:rsidRPr="009C54AE" w:rsidR="007A3C1D" w:rsidP="009C54AE" w:rsidRDefault="007A3C1D" w14:paraId="1AF0448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konserwatorium</w:t>
            </w:r>
          </w:p>
        </w:tc>
      </w:tr>
      <w:tr xmlns:wp14="http://schemas.microsoft.com/office/word/2010/wordml" w:rsidRPr="009C54AE" w:rsidR="007A3C1D" w:rsidTr="00C05F44" w14:paraId="17458404" wp14:textId="77777777">
        <w:tc>
          <w:tcPr>
            <w:tcW w:w="1985" w:type="dxa"/>
          </w:tcPr>
          <w:p w:rsidRPr="009C54AE" w:rsidR="007A3C1D" w:rsidP="00BC3383" w:rsidRDefault="007A3C1D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BC3383" w:rsidR="007A3C1D" w:rsidP="00BC3383" w:rsidRDefault="007A3C1D" w14:paraId="6C2816A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383">
              <w:rPr>
                <w:rFonts w:ascii="Corbel" w:hAnsi="Corbel"/>
                <w:b w:val="0"/>
                <w:szCs w:val="24"/>
              </w:rPr>
              <w:t>Obserwacje w trakcie zajęć,</w:t>
            </w:r>
            <w:r>
              <w:rPr>
                <w:rFonts w:ascii="Corbel" w:hAnsi="Corbel"/>
                <w:b w:val="0"/>
                <w:szCs w:val="24"/>
              </w:rPr>
              <w:t xml:space="preserve"> dyskusja</w:t>
            </w:r>
          </w:p>
        </w:tc>
        <w:tc>
          <w:tcPr>
            <w:tcW w:w="2126" w:type="dxa"/>
          </w:tcPr>
          <w:p w:rsidRPr="009C54AE" w:rsidR="007A3C1D" w:rsidP="00BC3383" w:rsidRDefault="007A3C1D" w14:paraId="28772C4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konserwatorium</w:t>
            </w:r>
          </w:p>
        </w:tc>
      </w:tr>
      <w:tr xmlns:wp14="http://schemas.microsoft.com/office/word/2010/wordml" w:rsidRPr="009C54AE" w:rsidR="007A3C1D" w:rsidTr="00C05F44" w14:paraId="78967972" wp14:textId="77777777">
        <w:tc>
          <w:tcPr>
            <w:tcW w:w="1985" w:type="dxa"/>
          </w:tcPr>
          <w:p w:rsidRPr="009C54AE" w:rsidR="007A3C1D" w:rsidP="00BC3383" w:rsidRDefault="007A3C1D" w14:paraId="2792EA6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EK_o3</w:t>
            </w:r>
          </w:p>
        </w:tc>
        <w:tc>
          <w:tcPr>
            <w:tcW w:w="5528" w:type="dxa"/>
          </w:tcPr>
          <w:p w:rsidRPr="00BC3383" w:rsidR="007A3C1D" w:rsidP="00BC3383" w:rsidRDefault="007A3C1D" w14:paraId="100DBBC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383">
              <w:rPr>
                <w:rFonts w:ascii="Corbel" w:hAnsi="Corbel"/>
                <w:b w:val="0"/>
                <w:szCs w:val="24"/>
              </w:rPr>
              <w:t>Obserwacje w trakcie zajęć,</w:t>
            </w:r>
            <w:r>
              <w:rPr>
                <w:rFonts w:ascii="Corbel" w:hAnsi="Corbel"/>
                <w:b w:val="0"/>
                <w:szCs w:val="24"/>
              </w:rPr>
              <w:t xml:space="preserve"> dyskusja, prezentacja</w:t>
            </w:r>
          </w:p>
        </w:tc>
        <w:tc>
          <w:tcPr>
            <w:tcW w:w="2126" w:type="dxa"/>
          </w:tcPr>
          <w:p w:rsidRPr="009C54AE" w:rsidR="007A3C1D" w:rsidP="00BC3383" w:rsidRDefault="007A3C1D" w14:paraId="4D87C17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konserwatorium</w:t>
            </w:r>
          </w:p>
        </w:tc>
      </w:tr>
      <w:tr xmlns:wp14="http://schemas.microsoft.com/office/word/2010/wordml" w:rsidRPr="009C54AE" w:rsidR="007A3C1D" w:rsidTr="00C05F44" w14:paraId="7567531E" wp14:textId="77777777">
        <w:tc>
          <w:tcPr>
            <w:tcW w:w="1985" w:type="dxa"/>
          </w:tcPr>
          <w:p w:rsidRPr="009C54AE" w:rsidR="007A3C1D" w:rsidP="00BC3383" w:rsidRDefault="007A3C1D" w14:paraId="24833BF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EK_o4</w:t>
            </w:r>
          </w:p>
        </w:tc>
        <w:tc>
          <w:tcPr>
            <w:tcW w:w="5528" w:type="dxa"/>
          </w:tcPr>
          <w:p w:rsidRPr="00BC3383" w:rsidR="007A3C1D" w:rsidP="00BC3383" w:rsidRDefault="007A3C1D" w14:paraId="39C650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383">
              <w:rPr>
                <w:rFonts w:ascii="Corbel" w:hAnsi="Corbel"/>
                <w:b w:val="0"/>
                <w:szCs w:val="24"/>
              </w:rPr>
              <w:t>Obserwacje w trakcie zajęć,</w:t>
            </w:r>
            <w:r>
              <w:rPr>
                <w:rFonts w:ascii="Corbel" w:hAnsi="Corbel"/>
                <w:b w:val="0"/>
                <w:szCs w:val="24"/>
              </w:rPr>
              <w:t xml:space="preserve"> dyskusja</w:t>
            </w:r>
          </w:p>
        </w:tc>
        <w:tc>
          <w:tcPr>
            <w:tcW w:w="2126" w:type="dxa"/>
          </w:tcPr>
          <w:p w:rsidRPr="009C54AE" w:rsidR="007A3C1D" w:rsidP="00BC3383" w:rsidRDefault="007A3C1D" w14:paraId="7D0FC7F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konserwatorium</w:t>
            </w:r>
          </w:p>
        </w:tc>
      </w:tr>
    </w:tbl>
    <w:p xmlns:wp14="http://schemas.microsoft.com/office/word/2010/wordml" w:rsidRPr="009C54AE" w:rsidR="007A3C1D" w:rsidP="009C54AE" w:rsidRDefault="007A3C1D" w14:paraId="70DF9E5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7A3C1D" w:rsidP="009C54AE" w:rsidRDefault="007A3C1D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xmlns:wp14="http://schemas.microsoft.com/office/word/2010/wordml" w:rsidRPr="009C54AE" w:rsidR="007A3C1D" w:rsidP="009C54AE" w:rsidRDefault="007A3C1D" w14:paraId="44E871BC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70"/>
      </w:tblGrid>
      <w:tr xmlns:wp14="http://schemas.microsoft.com/office/word/2010/wordml" w:rsidRPr="009C54AE" w:rsidR="007A3C1D" w:rsidTr="00923D7D" w14:paraId="77046F18" wp14:textId="77777777">
        <w:tc>
          <w:tcPr>
            <w:tcW w:w="9670" w:type="dxa"/>
          </w:tcPr>
          <w:p w:rsidR="007A3C1D" w:rsidP="009C54AE" w:rsidRDefault="007A3C1D" w14:paraId="2386796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bardzo dobra- Obecność na zajęciach (ok. 90%), aktywność na zajęciach, przygotowanie bardzo dobrej prezentacji, </w:t>
            </w:r>
          </w:p>
          <w:p w:rsidR="007A3C1D" w:rsidP="009C54AE" w:rsidRDefault="007A3C1D" w14:paraId="144A5D2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7A3C1D" w:rsidP="009C54AE" w:rsidRDefault="007A3C1D" w14:paraId="08A0C32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dobra- Obecność na zajęciach (ok. 80%), aktywność na zajęciach, przygotowanie dobrej prezentacji, </w:t>
            </w:r>
          </w:p>
          <w:p w:rsidRPr="009C54AE" w:rsidR="007A3C1D" w:rsidP="009C54AE" w:rsidRDefault="007A3C1D" w14:paraId="40CAC2A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dostateczna- Obecność na zajęciach (ok. 70%), aktywność na zajęciach, przygotowanie dostatecznej prezentacji</w:t>
            </w:r>
          </w:p>
          <w:p w:rsidRPr="009C54AE" w:rsidR="007A3C1D" w:rsidP="009C54AE" w:rsidRDefault="007A3C1D" w14:paraId="738610E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7A3C1D" w:rsidP="009C54AE" w:rsidRDefault="007A3C1D" w14:paraId="637805D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7A3C1D" w:rsidP="009C54AE" w:rsidRDefault="007A3C1D" w14:paraId="32066DA3" wp14:textId="77777777">
      <w:pPr>
        <w:pStyle w:val="NoSpacing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Pr="009C54AE" w:rsidR="007A3C1D" w:rsidP="009C54AE" w:rsidRDefault="007A3C1D" w14:paraId="463F29E8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4962"/>
        <w:gridCol w:w="4677"/>
      </w:tblGrid>
      <w:tr xmlns:wp14="http://schemas.microsoft.com/office/word/2010/wordml" w:rsidRPr="009C54AE" w:rsidR="007A3C1D" w:rsidTr="003E1941" w14:paraId="63D9DE79" wp14:textId="77777777">
        <w:tc>
          <w:tcPr>
            <w:tcW w:w="4962" w:type="dxa"/>
            <w:vAlign w:val="center"/>
          </w:tcPr>
          <w:p w:rsidRPr="009C54AE" w:rsidR="007A3C1D" w:rsidP="009C54AE" w:rsidRDefault="007A3C1D" w14:paraId="4C452BB7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7A3C1D" w:rsidP="009C54AE" w:rsidRDefault="007A3C1D" w14:paraId="4BAACCBA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9C54AE" w:rsidR="007A3C1D" w:rsidTr="00923D7D" w14:paraId="0F53378C" wp14:textId="77777777">
        <w:tc>
          <w:tcPr>
            <w:tcW w:w="4962" w:type="dxa"/>
          </w:tcPr>
          <w:p w:rsidRPr="009C54AE" w:rsidR="007A3C1D" w:rsidP="009C54AE" w:rsidRDefault="007A3C1D" w14:paraId="1943409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7A3C1D" w:rsidP="009C54AE" w:rsidRDefault="007A3C1D" w14:paraId="730B37B1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20 </w:t>
            </w:r>
          </w:p>
        </w:tc>
      </w:tr>
      <w:tr xmlns:wp14="http://schemas.microsoft.com/office/word/2010/wordml" w:rsidRPr="009C54AE" w:rsidR="007A3C1D" w:rsidTr="00923D7D" w14:paraId="370080A6" wp14:textId="77777777">
        <w:tc>
          <w:tcPr>
            <w:tcW w:w="4962" w:type="dxa"/>
          </w:tcPr>
          <w:p w:rsidRPr="009C54AE" w:rsidR="007A3C1D" w:rsidP="009C54AE" w:rsidRDefault="007A3C1D" w14:paraId="2750A6C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7A3C1D" w:rsidP="009C54AE" w:rsidRDefault="007A3C1D" w14:paraId="49ABEFC1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7A3C1D" w:rsidP="009C54AE" w:rsidRDefault="007A3C1D" w14:paraId="78941E47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7A3C1D" w:rsidTr="00923D7D" w14:paraId="3457159C" wp14:textId="77777777">
        <w:tc>
          <w:tcPr>
            <w:tcW w:w="4962" w:type="dxa"/>
          </w:tcPr>
          <w:p w:rsidRPr="009C54AE" w:rsidR="007A3C1D" w:rsidP="009C54AE" w:rsidRDefault="007A3C1D" w14:paraId="7660431A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7A3C1D" w:rsidP="009C54AE" w:rsidRDefault="007A3C1D" w14:paraId="1937B812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7A3C1D" w:rsidP="009C54AE" w:rsidRDefault="007A3C1D" w14:paraId="4BFDD700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xmlns:wp14="http://schemas.microsoft.com/office/word/2010/wordml" w:rsidRPr="009C54AE" w:rsidR="007A3C1D" w:rsidTr="00923D7D" w14:paraId="4D6280AD" wp14:textId="77777777">
        <w:tc>
          <w:tcPr>
            <w:tcW w:w="4962" w:type="dxa"/>
          </w:tcPr>
          <w:p w:rsidRPr="009C54AE" w:rsidR="007A3C1D" w:rsidP="009C54AE" w:rsidRDefault="007A3C1D" w14:paraId="3D4B2727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7A3C1D" w:rsidP="009C54AE" w:rsidRDefault="007A3C1D" w14:paraId="68861898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xmlns:wp14="http://schemas.microsoft.com/office/word/2010/wordml" w:rsidRPr="009C54AE" w:rsidR="007A3C1D" w:rsidTr="00923D7D" w14:paraId="0AD00C0E" wp14:textId="77777777">
        <w:tc>
          <w:tcPr>
            <w:tcW w:w="4962" w:type="dxa"/>
          </w:tcPr>
          <w:p w:rsidRPr="009C54AE" w:rsidR="007A3C1D" w:rsidP="009C54AE" w:rsidRDefault="007A3C1D" w14:paraId="5FD1C35E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7A3C1D" w:rsidP="009C54AE" w:rsidRDefault="007A3C1D" w14:paraId="7144751B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7A3C1D" w:rsidP="009C54AE" w:rsidRDefault="007A3C1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xmlns:wp14="http://schemas.microsoft.com/office/word/2010/wordml" w:rsidRPr="009C54AE" w:rsidR="007A3C1D" w:rsidP="009C54AE" w:rsidRDefault="007A3C1D" w14:paraId="3B7B4B8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7A3C1D" w:rsidP="009C54AE" w:rsidRDefault="007A3C1D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7A3C1D" w:rsidP="009C54AE" w:rsidRDefault="007A3C1D" w14:paraId="3A0FF5F2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3544"/>
        <w:gridCol w:w="3969"/>
      </w:tblGrid>
      <w:tr xmlns:wp14="http://schemas.microsoft.com/office/word/2010/wordml" w:rsidRPr="009C54AE" w:rsidR="007A3C1D" w:rsidTr="0071620A" w14:paraId="146D6691" wp14:textId="77777777">
        <w:trPr>
          <w:trHeight w:val="397"/>
        </w:trPr>
        <w:tc>
          <w:tcPr>
            <w:tcW w:w="3544" w:type="dxa"/>
          </w:tcPr>
          <w:p w:rsidRPr="009C54AE" w:rsidR="007A3C1D" w:rsidP="009C54AE" w:rsidRDefault="007A3C1D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7A3C1D" w:rsidP="009C54AE" w:rsidRDefault="007A3C1D" w14:paraId="5630AD6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9C54AE" w:rsidR="007A3C1D" w:rsidTr="0071620A" w14:paraId="05EFD703" wp14:textId="77777777">
        <w:trPr>
          <w:trHeight w:val="397"/>
        </w:trPr>
        <w:tc>
          <w:tcPr>
            <w:tcW w:w="3544" w:type="dxa"/>
          </w:tcPr>
          <w:p w:rsidRPr="009C54AE" w:rsidR="007A3C1D" w:rsidP="009C54AE" w:rsidRDefault="007A3C1D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7A3C1D" w:rsidP="009C54AE" w:rsidRDefault="007A3C1D" w14:paraId="6182907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7A3C1D" w:rsidP="009C54AE" w:rsidRDefault="007A3C1D" w14:paraId="2BA226A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7A3C1D" w:rsidP="009C54AE" w:rsidRDefault="007A3C1D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xmlns:wp14="http://schemas.microsoft.com/office/word/2010/wordml" w:rsidRPr="009C54AE" w:rsidR="007A3C1D" w:rsidP="009C54AE" w:rsidRDefault="007A3C1D" w14:paraId="17AD93B2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7513"/>
      </w:tblGrid>
      <w:tr xmlns:wp14="http://schemas.microsoft.com/office/word/2010/wordml" w:rsidRPr="009C54AE" w:rsidR="007A3C1D" w:rsidTr="75A57A05" w14:paraId="41CDD3CC" wp14:textId="77777777">
        <w:trPr>
          <w:trHeight w:val="397"/>
        </w:trPr>
        <w:tc>
          <w:tcPr>
            <w:tcW w:w="7513" w:type="dxa"/>
            <w:tcMar/>
          </w:tcPr>
          <w:p w:rsidR="007A3C1D" w:rsidP="009C54AE" w:rsidRDefault="007A3C1D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A3C1D" w:rsidP="009C54AE" w:rsidRDefault="007A3C1D" w14:paraId="0DE4B5B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A3C1D" w:rsidP="00B459CE" w:rsidRDefault="007A3C1D" w14:paraId="16302CE1" wp14:textId="77777777">
            <w:pPr>
              <w:pStyle w:val="Punktygwne"/>
              <w:spacing w:before="0" w:after="0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/>
                <w:sz w:val="20"/>
                <w:szCs w:val="20"/>
              </w:rPr>
              <w:t xml:space="preserve"> Elak L., </w:t>
            </w:r>
            <w:r w:rsidRPr="00B459CE">
              <w:rPr>
                <w:rFonts w:ascii="Calibri" w:hAnsi="Calibri" w:cs="Arial"/>
                <w:b w:val="0"/>
                <w:bCs/>
                <w:i/>
                <w:iCs/>
                <w:szCs w:val="24"/>
              </w:rPr>
              <w:t>Ochrona granicy państwowej. Wybrane aspekty</w:t>
            </w:r>
            <w:r>
              <w:rPr>
                <w:rFonts w:ascii="Arial" w:hAnsi="Arial" w:cs="Arial"/>
                <w:b w:val="0"/>
                <w:bCs/>
                <w:sz w:val="20"/>
                <w:szCs w:val="20"/>
              </w:rPr>
              <w:t>, Warszawa 2018</w:t>
            </w:r>
          </w:p>
          <w:p w:rsidRPr="001153CD" w:rsidR="007A3C1D" w:rsidP="00B459CE" w:rsidRDefault="007A3C1D" w14:paraId="66204FF1" wp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bCs/>
                <w:smallCaps w:val="0"/>
                <w:color w:val="000000"/>
                <w:sz w:val="20"/>
                <w:szCs w:val="20"/>
              </w:rPr>
            </w:pPr>
          </w:p>
          <w:p w:rsidR="007A3C1D" w:rsidP="00B459CE" w:rsidRDefault="007A3C1D" w14:paraId="4D015E43" wp14:textId="77777777">
            <w:pPr>
              <w:pStyle w:val="Punktygwne"/>
              <w:spacing w:before="0" w:after="0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/>
                <w:sz w:val="20"/>
                <w:szCs w:val="20"/>
              </w:rPr>
              <w:t>Jakubczak R., Wiśniewski B., (red</w:t>
            </w:r>
            <w:r w:rsidRPr="00B459CE">
              <w:rPr>
                <w:rFonts w:ascii="Calibri" w:hAnsi="Calibri" w:cs="Arial"/>
                <w:b w:val="0"/>
                <w:bCs/>
                <w:i/>
                <w:iCs/>
                <w:szCs w:val="24"/>
              </w:rPr>
              <w:t>.), System ochrony granicy państwowej Rzeczypospolitej Polskiej. Stan obecny i prognozy na przyszłość</w:t>
            </w:r>
            <w:r>
              <w:rPr>
                <w:rFonts w:ascii="Arial" w:hAnsi="Arial" w:cs="Arial"/>
                <w:b w:val="0"/>
                <w:bCs/>
                <w:sz w:val="20"/>
                <w:szCs w:val="20"/>
              </w:rPr>
              <w:t>, Szczytno 2015</w:t>
            </w:r>
          </w:p>
          <w:p w:rsidRPr="00DF63B6" w:rsidR="007A3C1D" w:rsidP="00B459CE" w:rsidRDefault="007A3C1D" w14:paraId="2DBF0D7D" wp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bCs/>
                <w:smallCaps w:val="0"/>
                <w:color w:val="000000"/>
                <w:sz w:val="20"/>
                <w:szCs w:val="20"/>
              </w:rPr>
            </w:pPr>
          </w:p>
          <w:p w:rsidR="007A3C1D" w:rsidP="00B459CE" w:rsidRDefault="007A3C1D" w14:paraId="549552D0" wp14:textId="77777777">
            <w:pPr>
              <w:pStyle w:val="Punktygwne"/>
              <w:spacing w:before="0" w:after="0"/>
            </w:pPr>
            <w:r w:rsidRPr="00DF63B6">
              <w:rPr>
                <w:rFonts w:ascii="Arial" w:hAnsi="Arial" w:cs="Arial"/>
                <w:b w:val="0"/>
                <w:sz w:val="20"/>
                <w:szCs w:val="20"/>
              </w:rPr>
              <w:t xml:space="preserve">Oficjalny portal Straży Granicznej - </w:t>
            </w:r>
            <w:hyperlink w:history="1" r:id="rId7">
              <w:r w:rsidRPr="00DF63B6">
                <w:rPr>
                  <w:rStyle w:val="Hyperlink"/>
                  <w:b w:val="0"/>
                </w:rPr>
                <w:t>https://www.strazgraniczna.pl/#</w:t>
              </w:r>
            </w:hyperlink>
          </w:p>
          <w:p w:rsidRPr="00DF63B6" w:rsidR="007A3C1D" w:rsidP="00B459CE" w:rsidRDefault="007A3C1D" w14:paraId="6B62F1B3" wp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color w:val="000000"/>
                <w:sz w:val="20"/>
                <w:szCs w:val="20"/>
              </w:rPr>
            </w:pPr>
          </w:p>
          <w:p w:rsidR="007A3C1D" w:rsidP="00B459CE" w:rsidRDefault="007A3C1D" w14:paraId="403DADA0" wp14:textId="77777777">
            <w:pPr>
              <w:pStyle w:val="Punktygwne"/>
              <w:spacing w:before="0" w:after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Oficjalny portal Krajowej Administracji Skarbowej -</w:t>
            </w:r>
            <w:r w:rsidRPr="00DF63B6">
              <w:rPr>
                <w:rFonts w:ascii="Arial" w:hAnsi="Arial" w:cs="Arial"/>
                <w:b w:val="0"/>
                <w:sz w:val="20"/>
                <w:szCs w:val="20"/>
              </w:rPr>
              <w:t>https://www.gov.pl/web/kas</w:t>
            </w:r>
          </w:p>
          <w:p w:rsidRPr="00DF63B6" w:rsidR="007A3C1D" w:rsidP="00B459CE" w:rsidRDefault="007A3C1D" w14:paraId="0DFAE634" wp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DF63B6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9C54AE" w:rsidR="007A3C1D" w:rsidTr="75A57A05" w14:paraId="3D056B7C" wp14:textId="77777777">
        <w:trPr>
          <w:trHeight w:val="397"/>
        </w:trPr>
        <w:tc>
          <w:tcPr>
            <w:tcW w:w="7513" w:type="dxa"/>
            <w:tcMar/>
          </w:tcPr>
          <w:p w:rsidR="007A3C1D" w:rsidP="75A57A05" w:rsidRDefault="007A3C1D" w14:paraId="1616B1D9" wp14:textId="77777777">
            <w:pPr>
              <w:pStyle w:val="Punktygwne"/>
              <w:spacing w:before="0" w:after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caps w:val="0"/>
                <w:smallCaps w:val="0"/>
              </w:rPr>
            </w:pPr>
            <w:r w:rsidRPr="75A57A05" w:rsidR="007A3C1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Pr="005628EA" w:rsidR="007A3C1D" w:rsidP="75A57A05" w:rsidRDefault="007A3C1D" w14:paraId="02F2C34E" wp14:textId="77777777">
            <w:pPr>
              <w:pStyle w:val="Punktygwne"/>
              <w:spacing w:before="0" w:after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caps w:val="0"/>
                <w:smallCaps w:val="0"/>
                <w:sz w:val="20"/>
                <w:szCs w:val="20"/>
              </w:rPr>
            </w:pPr>
          </w:p>
          <w:p w:rsidRPr="00B459CE" w:rsidR="007A3C1D" w:rsidP="75A57A05" w:rsidRDefault="007A3C1D" w14:paraId="37BF4BA0" wp14:textId="77777777">
            <w:pPr>
              <w:pStyle w:val="ListParagraph"/>
              <w:numPr>
                <w:ilvl w:val="0"/>
                <w:numId w:val="5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  <w:lang w:eastAsia="pl-PL"/>
              </w:rPr>
            </w:pPr>
            <w:r w:rsidRPr="75A57A05" w:rsidR="007A3C1D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>Zapałowski A., G</w:t>
            </w:r>
            <w:r w:rsidRPr="75A57A05" w:rsidR="007A3C1D">
              <w:rPr>
                <w:rFonts w:ascii="Calibri" w:hAnsi="Calibri" w:eastAsia="Calibri" w:cs="Calibri" w:asciiTheme="minorAscii" w:hAnsiTheme="minorAscii" w:eastAsiaTheme="minorAscii" w:cstheme="minorAscii"/>
                <w:i w:val="1"/>
                <w:iCs w:val="1"/>
                <w:sz w:val="24"/>
                <w:szCs w:val="24"/>
              </w:rPr>
              <w:t>ranica w ogniu. 35. „przemyska” komenda odcinka WOP w działaniach przeciw OUN i UPA w latach 1945-1948</w:t>
            </w:r>
            <w:r w:rsidRPr="75A57A05" w:rsidR="007A3C1D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>, Warszawa 2016</w:t>
            </w:r>
          </w:p>
          <w:p w:rsidRPr="00B459CE" w:rsidR="007A3C1D" w:rsidP="75A57A05" w:rsidRDefault="007A3C1D" w14:paraId="25724331" wp14:textId="77777777">
            <w:pPr>
              <w:pStyle w:val="ListParagraph"/>
              <w:numPr>
                <w:ilvl w:val="0"/>
                <w:numId w:val="5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  <w:lang w:eastAsia="pl-PL"/>
              </w:rPr>
            </w:pPr>
            <w:r w:rsidRPr="75A57A05" w:rsidR="007A3C1D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  <w:lang w:eastAsia="pl-PL"/>
              </w:rPr>
              <w:t xml:space="preserve">Zapałowski A., </w:t>
            </w:r>
            <w:r w:rsidRPr="75A57A05" w:rsidR="007A3C1D">
              <w:rPr>
                <w:rFonts w:ascii="Calibri" w:hAnsi="Calibri" w:eastAsia="Calibri" w:cs="Calibri" w:asciiTheme="minorAscii" w:hAnsiTheme="minorAscii" w:eastAsiaTheme="minorAscii" w:cstheme="minorAscii"/>
                <w:i w:val="1"/>
                <w:iCs w:val="1"/>
                <w:sz w:val="24"/>
                <w:szCs w:val="24"/>
                <w:lang w:eastAsia="pl-PL"/>
              </w:rPr>
              <w:t xml:space="preserve">Wpływ konfliktu na Ukrainie na możliwą destabilizację granic w Europie Środkowo-Wschodniej, </w:t>
            </w:r>
            <w:r w:rsidRPr="75A57A05" w:rsidR="007A3C1D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  <w:lang w:eastAsia="pl-PL"/>
              </w:rPr>
              <w:t>ANTE PORTAS. Studia nad bezpieczeństwem nr 1 (6) /2016, Ostrowiec Świętokrzyski</w:t>
            </w:r>
          </w:p>
          <w:p w:rsidRPr="00B459CE" w:rsidR="007A3C1D" w:rsidP="75A57A05" w:rsidRDefault="007A3C1D" w14:paraId="44FC12EE" wp14:textId="77777777">
            <w:pPr>
              <w:pStyle w:val="ListParagraph"/>
              <w:numPr>
                <w:ilvl w:val="0"/>
                <w:numId w:val="5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  <w:lang w:eastAsia="pl-PL"/>
              </w:rPr>
            </w:pPr>
            <w:r w:rsidRPr="75A57A05" w:rsidR="007A3C1D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 xml:space="preserve">Zapałowski A., </w:t>
            </w:r>
            <w:r w:rsidRPr="75A57A05" w:rsidR="007A3C1D">
              <w:rPr>
                <w:rFonts w:ascii="Calibri" w:hAnsi="Calibri" w:eastAsia="Calibri" w:cs="Calibri" w:asciiTheme="minorAscii" w:hAnsiTheme="minorAscii" w:eastAsiaTheme="minorAscii" w:cstheme="minorAscii"/>
                <w:i w:val="1"/>
                <w:iCs w:val="1"/>
                <w:sz w:val="24"/>
                <w:szCs w:val="24"/>
              </w:rPr>
              <w:t xml:space="preserve">Wybrane wyzwania i zagrożenia dla bezpieczeństwa Polski na granicy z Ukrainą </w:t>
            </w:r>
            <w:r w:rsidRPr="75A57A05" w:rsidR="007A3C1D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 xml:space="preserve">[w:] W. Listowski (red.), </w:t>
            </w:r>
            <w:r w:rsidRPr="75A57A05" w:rsidR="007A3C1D">
              <w:rPr>
                <w:rFonts w:ascii="Calibri" w:hAnsi="Calibri" w:eastAsia="Calibri" w:cs="Calibri" w:asciiTheme="minorAscii" w:hAnsiTheme="minorAscii" w:eastAsiaTheme="minorAscii" w:cstheme="minorAscii"/>
                <w:i w:val="1"/>
                <w:iCs w:val="1"/>
                <w:sz w:val="24"/>
                <w:szCs w:val="24"/>
              </w:rPr>
              <w:t>Ludobójstwo OUN-UPA na Kresach Południowo-Wschodnich</w:t>
            </w:r>
            <w:r w:rsidRPr="75A57A05" w:rsidR="007A3C1D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 xml:space="preserve"> t. 8, Kędzierzyn -Koźle 2016.</w:t>
            </w:r>
          </w:p>
          <w:p w:rsidRPr="00B459CE" w:rsidR="007A3C1D" w:rsidP="75A57A05" w:rsidRDefault="007A3C1D" w14:paraId="6A7A2AB6" wp14:textId="77777777">
            <w:pPr>
              <w:pStyle w:val="ListParagraph"/>
              <w:numPr>
                <w:ilvl w:val="0"/>
                <w:numId w:val="5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  <w:lang w:val="de-DE" w:eastAsia="pl-PL"/>
              </w:rPr>
            </w:pPr>
            <w:r w:rsidRPr="75A57A05" w:rsidR="007A3C1D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  <w:lang w:val="de-DE" w:eastAsia="pl-PL"/>
              </w:rPr>
              <w:t xml:space="preserve">Portal - </w:t>
            </w:r>
            <w:hyperlink r:id="Re10e40b333bb4d45">
              <w:r w:rsidRPr="75A57A05" w:rsidR="007A3C1D">
                <w:rPr>
                  <w:rStyle w:val="Hyperlink"/>
                  <w:rFonts w:ascii="Calibri" w:hAnsi="Calibri" w:eastAsia="Calibri" w:cs="Calibri" w:asciiTheme="minorAscii" w:hAnsiTheme="minorAscii" w:eastAsiaTheme="minorAscii" w:cstheme="minorAscii"/>
                  <w:sz w:val="24"/>
                  <w:szCs w:val="24"/>
                  <w:lang w:val="de-DE" w:eastAsia="pl-PL"/>
                </w:rPr>
                <w:t>https://www.defence24.pl/</w:t>
              </w:r>
            </w:hyperlink>
            <w:r w:rsidRPr="75A57A05" w:rsidR="007A3C1D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  <w:lang w:val="de-DE" w:eastAsia="pl-PL"/>
              </w:rPr>
              <w:t xml:space="preserve"> </w:t>
            </w:r>
          </w:p>
          <w:p w:rsidRPr="00B459CE" w:rsidR="007A3C1D" w:rsidP="75A57A05" w:rsidRDefault="007A3C1D" w14:paraId="54418BFC" wp14:textId="77777777">
            <w:pPr>
              <w:pStyle w:val="ListParagraph"/>
              <w:numPr>
                <w:ilvl w:val="0"/>
                <w:numId w:val="5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  <w:lang w:eastAsia="pl-PL"/>
              </w:rPr>
            </w:pPr>
            <w:r w:rsidRPr="75A57A05" w:rsidR="007A3C1D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  <w:lang w:val="de-DE" w:eastAsia="pl-PL"/>
              </w:rPr>
              <w:t xml:space="preserve"> </w:t>
            </w:r>
            <w:hyperlink r:id="Ra7b9119c310746e0">
              <w:r w:rsidRPr="75A57A05" w:rsidR="007A3C1D">
                <w:rPr>
                  <w:rStyle w:val="Hyperlink"/>
                  <w:rFonts w:ascii="Calibri" w:hAnsi="Calibri" w:eastAsia="Calibri" w:cs="Calibri" w:asciiTheme="minorAscii" w:hAnsiTheme="minorAscii" w:eastAsiaTheme="minorAscii" w:cstheme="minorAscii"/>
                  <w:sz w:val="24"/>
                  <w:szCs w:val="24"/>
                  <w:lang w:eastAsia="pl-PL"/>
                </w:rPr>
                <w:t>Ustawa z dnia 12 października 1990 r. o Straży Granicznej - stan prawny na dzień 21 lutego 2019 r.</w:t>
              </w:r>
            </w:hyperlink>
          </w:p>
          <w:p w:rsidRPr="00B459CE" w:rsidR="007A3C1D" w:rsidP="75A57A05" w:rsidRDefault="007A3C1D" w14:paraId="5A7484A5" wp14:textId="77777777">
            <w:pPr>
              <w:pStyle w:val="ListParagraph"/>
              <w:numPr>
                <w:ilvl w:val="0"/>
                <w:numId w:val="5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  <w:lang w:eastAsia="pl-PL"/>
              </w:rPr>
            </w:pPr>
            <w:hyperlink r:id="R05964126168b4fa8">
              <w:r w:rsidRPr="75A57A05" w:rsidR="007A3C1D">
                <w:rPr>
                  <w:rStyle w:val="Hyperlink"/>
                  <w:rFonts w:ascii="Calibri" w:hAnsi="Calibri" w:eastAsia="Calibri" w:cs="Calibri" w:asciiTheme="minorAscii" w:hAnsiTheme="minorAscii" w:eastAsiaTheme="minorAscii" w:cstheme="minorAscii"/>
                  <w:b w:val="1"/>
                  <w:bCs w:val="1"/>
                  <w:sz w:val="24"/>
                  <w:szCs w:val="24"/>
                  <w:lang w:eastAsia="pl-PL"/>
                </w:rPr>
                <w:t>Ustawa z dnia 12 października 1990 r. o ochronie granicy państwowej - stan prawny na dzień 21 lutego 2019 r.</w:t>
              </w:r>
            </w:hyperlink>
          </w:p>
          <w:p w:rsidRPr="00B459CE" w:rsidR="007A3C1D" w:rsidP="75A57A05" w:rsidRDefault="007A3C1D" w14:paraId="09D2D976" wp14:textId="77777777">
            <w:pPr>
              <w:pStyle w:val="ListParagraph"/>
              <w:numPr>
                <w:ilvl w:val="0"/>
                <w:numId w:val="5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  <w:lang w:eastAsia="pl-PL"/>
              </w:rPr>
            </w:pPr>
            <w:hyperlink r:id="Rc6aaf717a0c84334">
              <w:r w:rsidRPr="75A57A05" w:rsidR="007A3C1D">
                <w:rPr>
                  <w:rStyle w:val="Hyperlink"/>
                  <w:rFonts w:ascii="Calibri" w:hAnsi="Calibri" w:eastAsia="Calibri" w:cs="Calibri" w:asciiTheme="minorAscii" w:hAnsiTheme="minorAscii" w:eastAsiaTheme="minorAscii" w:cstheme="minorAscii"/>
                  <w:b w:val="1"/>
                  <w:bCs w:val="1"/>
                  <w:sz w:val="24"/>
                  <w:szCs w:val="24"/>
                  <w:lang w:eastAsia="pl-PL"/>
                </w:rPr>
                <w:t>Ustawa z dnia 12 grudnia 2013 r. o cudzoziemcach - stan na dzień 10 maja 2017 r.</w:t>
              </w:r>
            </w:hyperlink>
          </w:p>
          <w:p w:rsidRPr="00B459CE" w:rsidR="007A3C1D" w:rsidP="75A57A05" w:rsidRDefault="007A3C1D" w14:paraId="5C7580F1" wp14:textId="77777777">
            <w:pPr>
              <w:pStyle w:val="ListParagraph"/>
              <w:numPr>
                <w:ilvl w:val="0"/>
                <w:numId w:val="5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  <w:lang w:eastAsia="pl-PL"/>
              </w:rPr>
            </w:pPr>
            <w:hyperlink r:id="R6383cac653a34dfb">
              <w:r w:rsidRPr="75A57A05" w:rsidR="007A3C1D">
                <w:rPr>
                  <w:rStyle w:val="Hyperlink"/>
                  <w:rFonts w:ascii="Calibri" w:hAnsi="Calibri" w:eastAsia="Calibri" w:cs="Calibri" w:asciiTheme="minorAscii" w:hAnsiTheme="minorAscii" w:eastAsiaTheme="minorAscii" w:cstheme="minorAscii"/>
                  <w:b w:val="1"/>
                  <w:bCs w:val="1"/>
                  <w:sz w:val="24"/>
                  <w:szCs w:val="24"/>
                  <w:lang w:eastAsia="pl-PL"/>
                </w:rPr>
                <w:t>Ustawa z dnia 13 czerwca 2003 r. o udzielaniu cudzoziemcom ochrony na terytorium Rzeczypospolitej Polskiej - stan na dzień 10 maja 2017 r.</w:t>
              </w:r>
            </w:hyperlink>
          </w:p>
          <w:p w:rsidRPr="00B459CE" w:rsidR="007A3C1D" w:rsidP="75A57A05" w:rsidRDefault="007A3C1D" w14:paraId="32F9B8B7" wp14:textId="77777777">
            <w:pPr>
              <w:pStyle w:val="ListParagraph"/>
              <w:numPr>
                <w:ilvl w:val="0"/>
                <w:numId w:val="5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  <w:lang w:eastAsia="pl-PL"/>
              </w:rPr>
            </w:pPr>
            <w:hyperlink r:id="R8000192e90104269">
              <w:r w:rsidRPr="75A57A05" w:rsidR="007A3C1D">
                <w:rPr>
                  <w:rStyle w:val="Hyperlink"/>
                  <w:rFonts w:ascii="Calibri" w:hAnsi="Calibri" w:eastAsia="Calibri" w:cs="Calibri" w:asciiTheme="minorAscii" w:hAnsiTheme="minorAscii" w:eastAsiaTheme="minorAscii" w:cstheme="minorAscii"/>
                  <w:b w:val="1"/>
                  <w:bCs w:val="1"/>
                  <w:sz w:val="24"/>
                  <w:szCs w:val="24"/>
                  <w:lang w:eastAsia="pl-PL"/>
                </w:rPr>
                <w:t>Ustawa z dnia 14 lipca 2006 r. o wjeździe na terytorium RP, pobycie oraz wyjeździe z tego terytorium obywateli UE i członków ich rodzin</w:t>
              </w:r>
            </w:hyperlink>
          </w:p>
          <w:p w:rsidRPr="00DF63B6" w:rsidR="007A3C1D" w:rsidP="75A57A05" w:rsidRDefault="007A3C1D" w14:paraId="7F248F75" wp14:textId="77777777">
            <w:pPr>
              <w:pStyle w:val="ListParagraph"/>
              <w:numPr>
                <w:ilvl w:val="0"/>
                <w:numId w:val="5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pl-PL"/>
              </w:rPr>
            </w:pPr>
            <w:hyperlink r:id="R9f72d18e106542bd">
              <w:r w:rsidRPr="75A57A05" w:rsidR="007A3C1D">
                <w:rPr>
                  <w:rStyle w:val="Hyperlink"/>
                  <w:rFonts w:ascii="Calibri" w:hAnsi="Calibri" w:eastAsia="Calibri" w:cs="Calibri" w:asciiTheme="minorAscii" w:hAnsiTheme="minorAscii" w:eastAsiaTheme="minorAscii" w:cstheme="minorAscii"/>
                  <w:b w:val="1"/>
                  <w:bCs w:val="1"/>
                  <w:sz w:val="24"/>
                  <w:szCs w:val="24"/>
                  <w:lang w:eastAsia="pl-PL"/>
                </w:rPr>
                <w:t xml:space="preserve">Ustawa z dnia 24 maja 2013 </w:t>
              </w:r>
            </w:hyperlink>
            <w:hyperlink r:id="R8a2a158e224842bb">
              <w:r w:rsidRPr="75A57A05" w:rsidR="007A3C1D">
                <w:rPr>
                  <w:rStyle w:val="Hyperlink"/>
                  <w:rFonts w:ascii="Calibri" w:hAnsi="Calibri" w:eastAsia="Calibri" w:cs="Calibri" w:asciiTheme="minorAscii" w:hAnsiTheme="minorAscii" w:eastAsiaTheme="minorAscii" w:cstheme="minorAscii"/>
                  <w:b w:val="1"/>
                  <w:bCs w:val="1"/>
                  <w:sz w:val="24"/>
                  <w:szCs w:val="24"/>
                  <w:lang w:eastAsia="pl-PL"/>
                </w:rPr>
                <w:t>r.o</w:t>
              </w:r>
            </w:hyperlink>
            <w:hyperlink r:id="R5628ef36dadf4fd2">
              <w:r w:rsidRPr="75A57A05" w:rsidR="007A3C1D">
                <w:rPr>
                  <w:rStyle w:val="Hyperlink"/>
                  <w:rFonts w:ascii="Calibri" w:hAnsi="Calibri" w:eastAsia="Calibri" w:cs="Calibri" w:asciiTheme="minorAscii" w:hAnsiTheme="minorAscii" w:eastAsiaTheme="minorAscii" w:cstheme="minorAscii"/>
                  <w:b w:val="1"/>
                  <w:bCs w:val="1"/>
                  <w:sz w:val="24"/>
                  <w:szCs w:val="24"/>
                  <w:lang w:eastAsia="pl-PL"/>
                </w:rPr>
                <w:t xml:space="preserve"> środkach przymusu bezpośredniego i broni palnej - stan na dzień 10 maja 2017 r.</w:t>
              </w:r>
            </w:hyperlink>
          </w:p>
        </w:tc>
      </w:tr>
    </w:tbl>
    <w:p xmlns:wp14="http://schemas.microsoft.com/office/word/2010/wordml" w:rsidRPr="009C54AE" w:rsidR="007A3C1D" w:rsidP="009C54AE" w:rsidRDefault="007A3C1D" w14:paraId="680A4E5D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7A3C1D" w:rsidP="009C54AE" w:rsidRDefault="007A3C1D" w14:paraId="19219836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7A3C1D" w:rsidP="00F83B28" w:rsidRDefault="007A3C1D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7A3C1D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7A3C1D" w:rsidP="00C16ABF" w:rsidRDefault="007A3C1D" w14:paraId="296FEF7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7A3C1D" w:rsidP="00C16ABF" w:rsidRDefault="007A3C1D" w14:paraId="7194DBDC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7A3C1D" w:rsidP="00C16ABF" w:rsidRDefault="007A3C1D" w14:paraId="769D0D3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7A3C1D" w:rsidP="00C16ABF" w:rsidRDefault="007A3C1D" w14:paraId="54CD245A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7A3C1D" w:rsidP="00B459CE" w:rsidRDefault="007A3C1D" w14:paraId="0574AFC1" wp14:textId="77777777">
      <w:pPr>
        <w:pStyle w:val="FootnoteText"/>
      </w:pPr>
      <w:r>
        <w:rPr>
          <w:rStyle w:val="FootnoteReference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D2B92"/>
    <w:multiLevelType w:val="hybridMultilevel"/>
    <w:tmpl w:val="19706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FC228B7"/>
    <w:multiLevelType w:val="hybridMultilevel"/>
    <w:tmpl w:val="53D0D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F18029D"/>
    <w:multiLevelType w:val="hybridMultilevel"/>
    <w:tmpl w:val="863C31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6C278CC"/>
    <w:multiLevelType w:val="hybridMultilevel"/>
    <w:tmpl w:val="8BD87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AD37B46"/>
    <w:multiLevelType w:val="hybridMultilevel"/>
    <w:tmpl w:val="DD687E64"/>
    <w:lvl w:ilvl="0" w:tplc="46BCE64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hint="default" w:ascii="Calibri" w:hAnsi="Calibri"/>
      </w:rPr>
    </w:lvl>
    <w:lvl w:ilvl="1" w:tplc="A5C642A2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hint="default" w:ascii="Calibri" w:hAnsi="Calibri"/>
      </w:rPr>
    </w:lvl>
    <w:lvl w:ilvl="2" w:tplc="9EEEC2D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hint="default" w:ascii="Calibri" w:hAnsi="Calibri"/>
      </w:rPr>
    </w:lvl>
    <w:lvl w:ilvl="3" w:tplc="5672B7D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hint="default" w:ascii="Calibri" w:hAnsi="Calibri"/>
      </w:rPr>
    </w:lvl>
    <w:lvl w:ilvl="4" w:tplc="7FAC684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hint="default" w:ascii="Calibri" w:hAnsi="Calibri"/>
      </w:rPr>
    </w:lvl>
    <w:lvl w:ilvl="5" w:tplc="11ECEC80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hint="default" w:ascii="Calibri" w:hAnsi="Calibri"/>
      </w:rPr>
    </w:lvl>
    <w:lvl w:ilvl="6" w:tplc="AE30178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hint="default" w:ascii="Calibri" w:hAnsi="Calibri"/>
      </w:rPr>
    </w:lvl>
    <w:lvl w:ilvl="7" w:tplc="5B6A7B9A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hint="default" w:ascii="Calibri" w:hAnsi="Calibri"/>
      </w:rPr>
    </w:lvl>
    <w:lvl w:ilvl="8" w:tplc="26E8FAA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hint="default" w:ascii="Calibri" w:hAnsi="Calibri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66E9"/>
    <w:rsid w:val="000048FD"/>
    <w:rsid w:val="00005024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1156"/>
    <w:rsid w:val="000F1C57"/>
    <w:rsid w:val="000F5615"/>
    <w:rsid w:val="001153C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16A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B29"/>
    <w:rsid w:val="00346FE9"/>
    <w:rsid w:val="0034759A"/>
    <w:rsid w:val="003503F6"/>
    <w:rsid w:val="003530DD"/>
    <w:rsid w:val="00363F78"/>
    <w:rsid w:val="003A0A5B"/>
    <w:rsid w:val="003A1176"/>
    <w:rsid w:val="003B7881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3DEE"/>
    <w:rsid w:val="00517C63"/>
    <w:rsid w:val="005363C4"/>
    <w:rsid w:val="00536BDE"/>
    <w:rsid w:val="00543ACC"/>
    <w:rsid w:val="005628EA"/>
    <w:rsid w:val="0056696D"/>
    <w:rsid w:val="00572339"/>
    <w:rsid w:val="00586304"/>
    <w:rsid w:val="0059484D"/>
    <w:rsid w:val="005A0855"/>
    <w:rsid w:val="005A29E1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3C1D"/>
    <w:rsid w:val="007A4022"/>
    <w:rsid w:val="007A5D82"/>
    <w:rsid w:val="007A6E6E"/>
    <w:rsid w:val="007C3299"/>
    <w:rsid w:val="007C3BCC"/>
    <w:rsid w:val="007C4546"/>
    <w:rsid w:val="007D6E56"/>
    <w:rsid w:val="007E3E08"/>
    <w:rsid w:val="007F4155"/>
    <w:rsid w:val="007F4882"/>
    <w:rsid w:val="0081554D"/>
    <w:rsid w:val="0081707E"/>
    <w:rsid w:val="008449B3"/>
    <w:rsid w:val="008552A2"/>
    <w:rsid w:val="0085747A"/>
    <w:rsid w:val="00865336"/>
    <w:rsid w:val="0086638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45C"/>
    <w:rsid w:val="009435F8"/>
    <w:rsid w:val="00946E6F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58B"/>
    <w:rsid w:val="00A84C85"/>
    <w:rsid w:val="00A91CA2"/>
    <w:rsid w:val="00A97DE1"/>
    <w:rsid w:val="00AB053C"/>
    <w:rsid w:val="00AB2E9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9CE"/>
    <w:rsid w:val="00B607DB"/>
    <w:rsid w:val="00B66529"/>
    <w:rsid w:val="00B75946"/>
    <w:rsid w:val="00B8056E"/>
    <w:rsid w:val="00B819C8"/>
    <w:rsid w:val="00B82308"/>
    <w:rsid w:val="00B90885"/>
    <w:rsid w:val="00BB520A"/>
    <w:rsid w:val="00BC3383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4E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3409"/>
    <w:rsid w:val="00DA2114"/>
    <w:rsid w:val="00DE09C0"/>
    <w:rsid w:val="00DE4A14"/>
    <w:rsid w:val="00DF320D"/>
    <w:rsid w:val="00DF63B6"/>
    <w:rsid w:val="00DF71C8"/>
    <w:rsid w:val="00E129B8"/>
    <w:rsid w:val="00E21E7D"/>
    <w:rsid w:val="00E22FBC"/>
    <w:rsid w:val="00E24BF5"/>
    <w:rsid w:val="00E25338"/>
    <w:rsid w:val="00E51E44"/>
    <w:rsid w:val="00E617EF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72E"/>
    <w:rsid w:val="00F617C3"/>
    <w:rsid w:val="00F67E3A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3ACB"/>
    <w:rsid w:val="00FF016A"/>
    <w:rsid w:val="00FF1401"/>
    <w:rsid w:val="00FF5E7D"/>
    <w:rsid w:val="17F88DE5"/>
    <w:rsid w:val="62ACE3BD"/>
    <w:rsid w:val="6A6A36A9"/>
    <w:rsid w:val="6ABADD52"/>
    <w:rsid w:val="74866B9C"/>
    <w:rsid w:val="75A57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5032B0D8"/>
  <w15:docId w15:val="{5716DAA8-338C-49F0-9829-09C34EAF3875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page number" w:locked="1" w:uiPriority="0" w:semiHidden="0" w:unhideWhenUsed="0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435F8"/>
    <w:pPr>
      <w:keepNext/>
      <w:keepLines/>
      <w:spacing w:before="40" w:after="0" w:line="259" w:lineRule="auto"/>
      <w:outlineLvl w:val="2"/>
    </w:pPr>
    <w:rPr>
      <w:rFonts w:ascii="Cambria" w:hAnsi="Cambria" w:eastAsia="Times New Roman"/>
      <w:color w:val="243F60"/>
      <w:sz w:val="24"/>
      <w:szCs w:val="24"/>
    </w:rPr>
  </w:style>
  <w:style w:type="character" w:styleId="DefaultParagraphFont" w:default="1">
    <w:name w:val="Default Paragraph Font"/>
    <w:uiPriority w:val="99"/>
    <w:semiHidden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3Char" w:customStyle="1">
    <w:name w:val="Heading 3 Char"/>
    <w:basedOn w:val="DefaultParagraphFont"/>
    <w:link w:val="Heading3"/>
    <w:uiPriority w:val="99"/>
    <w:semiHidden/>
    <w:locked/>
    <w:rsid w:val="009435F8"/>
    <w:rPr>
      <w:rFonts w:ascii="Cambria" w:hAnsi="Cambria" w:cs="Times New Roman"/>
      <w:color w:val="243F60"/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BD66E9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eastAsia="pl-PL"/>
    </w:rPr>
  </w:style>
  <w:style w:type="character" w:styleId="TitleChar" w:customStyle="1">
    <w:name w:val="Title Char"/>
    <w:basedOn w:val="DefaultParagraphFont"/>
    <w:link w:val="Title"/>
    <w:uiPriority w:val="99"/>
    <w:locked/>
    <w:rsid w:val="00BD66E9"/>
    <w:rPr>
      <w:rFonts w:eastAsia="Times New Roman"/>
      <w:b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locked/>
    <w:rsid w:val="00CF78ED"/>
    <w:rPr>
      <w:rFonts w:ascii="Tahoma" w:hAnsi="Tahoma" w:eastAsia="Times New Roman"/>
      <w:sz w:val="16"/>
    </w:rPr>
  </w:style>
  <w:style w:type="paragraph" w:styleId="Header">
    <w:name w:val="header"/>
    <w:basedOn w:val="Normal"/>
    <w:link w:val="Head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HeaderChar" w:customStyle="1">
    <w:name w:val="Header Char"/>
    <w:basedOn w:val="DefaultParagraphFont"/>
    <w:link w:val="Header"/>
    <w:uiPriority w:val="99"/>
    <w:locked/>
    <w:rsid w:val="00C16ABF"/>
    <w:rPr>
      <w:rFonts w:ascii="Calibri" w:hAnsi="Calibri" w:eastAsia="Times New Roman"/>
      <w:sz w:val="22"/>
    </w:rPr>
  </w:style>
  <w:style w:type="paragraph" w:styleId="Footer">
    <w:name w:val="footer"/>
    <w:basedOn w:val="Normal"/>
    <w:link w:val="Foot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FooterChar" w:customStyle="1">
    <w:name w:val="Footer Char"/>
    <w:basedOn w:val="DefaultParagraphFont"/>
    <w:link w:val="Footer"/>
    <w:uiPriority w:val="99"/>
    <w:locked/>
    <w:rsid w:val="00C16ABF"/>
    <w:rPr>
      <w:rFonts w:ascii="Calibri" w:hAnsi="Calibri" w:eastAsia="Times New Roman"/>
      <w:sz w:val="22"/>
    </w:rPr>
  </w:style>
  <w:style w:type="paragraph" w:styleId="Default" w:customStyle="1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locked/>
    <w:rsid w:val="0085747A"/>
    <w:rPr>
      <w:rFonts w:ascii="Calibri" w:hAnsi="Calibri"/>
      <w:sz w:val="20"/>
    </w:rPr>
  </w:style>
  <w:style w:type="character" w:styleId="FootnoteReference">
    <w:name w:val="footnote reference"/>
    <w:basedOn w:val="DefaultParagraphFont"/>
    <w:uiPriority w:val="99"/>
    <w:semiHidden/>
    <w:rsid w:val="0085747A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85747A"/>
    <w:rPr>
      <w:rFonts w:ascii="Calibri" w:hAnsi="Calibri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BodyText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Odpowiedzi" w:customStyle="1">
    <w:name w:val="Odpowiedzi"/>
    <w:basedOn w:val="Normal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BodyText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</w:rPr>
  </w:style>
  <w:style w:type="paragraph" w:styleId="Cele" w:customStyle="1">
    <w:name w:val="Cele"/>
    <w:basedOn w:val="BodyText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Nagwkitablic" w:customStyle="1">
    <w:name w:val="Nagłówki tablic"/>
    <w:basedOn w:val="BodyText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odyText">
    <w:name w:val="Body Text"/>
    <w:basedOn w:val="Normal"/>
    <w:link w:val="BodyTextChar"/>
    <w:uiPriority w:val="99"/>
    <w:semiHidden/>
    <w:rsid w:val="0085747A"/>
    <w:pPr>
      <w:spacing w:after="120"/>
    </w:pPr>
    <w:rPr>
      <w:lang w:eastAsia="pl-PL"/>
    </w:rPr>
  </w:style>
  <w:style w:type="character" w:styleId="BodyTextChar" w:customStyle="1">
    <w:name w:val="Body Text Char"/>
    <w:basedOn w:val="DefaultParagraphFont"/>
    <w:link w:val="BodyText"/>
    <w:uiPriority w:val="99"/>
    <w:semiHidden/>
    <w:locked/>
    <w:rsid w:val="0085747A"/>
    <w:rPr>
      <w:rFonts w:ascii="Calibri" w:hAnsi="Calibri" w:eastAsia="Times New Roman"/>
      <w:sz w:val="22"/>
    </w:rPr>
  </w:style>
  <w:style w:type="character" w:styleId="PageNumber">
    <w:name w:val="page number"/>
    <w:basedOn w:val="DefaultParagraphFont"/>
    <w:uiPriority w:val="99"/>
    <w:semiHidden/>
    <w:rsid w:val="0085747A"/>
    <w:rPr>
      <w:rFonts w:cs="Times New Roman"/>
    </w:rPr>
  </w:style>
  <w:style w:type="character" w:styleId="Hyperlink">
    <w:name w:val="Hyperlink"/>
    <w:basedOn w:val="DefaultParagraphFont"/>
    <w:uiPriority w:val="99"/>
    <w:rsid w:val="00B819C8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C61DC5"/>
    <w:rPr>
      <w:rFonts w:ascii="Calibri" w:hAnsi="Calibri"/>
      <w:lang w:eastAsia="en-US"/>
    </w:rPr>
  </w:style>
  <w:style w:type="character" w:styleId="UnresolvedMention" w:customStyle="1">
    <w:name w:val="Unresolved Mention"/>
    <w:basedOn w:val="DefaultParagraphFont"/>
    <w:uiPriority w:val="99"/>
    <w:semiHidden/>
    <w:rsid w:val="00AB2E90"/>
    <w:rPr>
      <w:rFonts w:cs="Times New Roman"/>
      <w:color w:val="605E5C"/>
      <w:shd w:val="clear" w:color="auto" w:fill="E1DFDD"/>
    </w:rPr>
  </w:style>
  <w:style w:type="character" w:styleId="Emphasis">
    <w:name w:val="Emphasis"/>
    <w:basedOn w:val="DefaultParagraphFont"/>
    <w:uiPriority w:val="99"/>
    <w:qFormat/>
    <w:rsid w:val="009435F8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99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9821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21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21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2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2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22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8" /><Relationship Type="http://schemas.openxmlformats.org/officeDocument/2006/relationships/settings" Target="settings.xml" Id="rId3" /><Relationship Type="http://schemas.openxmlformats.org/officeDocument/2006/relationships/customXml" Target="../customXml/item3.xml" Id="rId21" /><Relationship Type="http://schemas.openxmlformats.org/officeDocument/2006/relationships/hyperlink" Target="https://www.strazgraniczna.pl/" TargetMode="External" Id="rId7" /><Relationship Type="http://schemas.openxmlformats.org/officeDocument/2006/relationships/fontTable" Target="fontTable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20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customXml" Target="../customXml/item1.xml" Id="rId19" /><Relationship Type="http://schemas.openxmlformats.org/officeDocument/2006/relationships/webSettings" Target="webSettings.xml" Id="rId4" /><Relationship Type="http://schemas.openxmlformats.org/officeDocument/2006/relationships/hyperlink" Target="https://www.defence24.pl/" TargetMode="External" Id="Re10e40b333bb4d45" /><Relationship Type="http://schemas.openxmlformats.org/officeDocument/2006/relationships/hyperlink" Target="https://www.strazgraniczna.pl/pl/straz-graniczna/prawo/ustawy/7327,Ustawa-z-dnia-12-pazdziernika-1990-r-o-Strazy-Granicznej-stan-prawny-na-dzien-21.html" TargetMode="External" Id="Ra7b9119c310746e0" /><Relationship Type="http://schemas.openxmlformats.org/officeDocument/2006/relationships/hyperlink" Target="https://www.strazgraniczna.pl/pl/straz-graniczna/prawo/ustawy/2976,Ustawa-z-dnia-12-pazdziernika-1990-r-o-ochronie-granicy-panstwowej-stan-prawny-n.html" TargetMode="External" Id="R05964126168b4fa8" /><Relationship Type="http://schemas.openxmlformats.org/officeDocument/2006/relationships/hyperlink" Target="https://www.strazgraniczna.pl/pl/straz-graniczna/prawo/ustawy/1772,Ustawa-z-dnia-12-grudnia-2013-r-o-cudzoziemcach-stan-na-dzien-10-maja-2017-r.html" TargetMode="External" Id="Rc6aaf717a0c84334" /><Relationship Type="http://schemas.openxmlformats.org/officeDocument/2006/relationships/hyperlink" Target="https://www.strazgraniczna.pl/pl/straz-graniczna/prawo/ustawy/607,Ustawa-z-dnia-13-czerwca-2003-r-o-udzielaniu-cudzoziemcom-ochrony-na-terytorium-.html" TargetMode="External" Id="R6383cac653a34dfb" /><Relationship Type="http://schemas.openxmlformats.org/officeDocument/2006/relationships/hyperlink" Target="https://www.strazgraniczna.pl/pl/straz-graniczna/prawo/ustawy/1036,Ustawa-z-dnia-14-lipca-2006-r-o-wjezdzie-na-terytorium-RP-pobycie-oraz-wyjezdzie.html" TargetMode="External" Id="R8000192e90104269" /><Relationship Type="http://schemas.openxmlformats.org/officeDocument/2006/relationships/hyperlink" Target="https://www.strazgraniczna.pl/pl/straz-graniczna/prawo/ustawy/1153,Ustawa-z-dnia-24-maja-2013-ro-srodkach-przymusu-bezposredniego-i-broni-palnej-st.html" TargetMode="External" Id="R9f72d18e106542bd" /><Relationship Type="http://schemas.openxmlformats.org/officeDocument/2006/relationships/hyperlink" Target="https://www.strazgraniczna.pl/pl/straz-graniczna/prawo/ustawy/1153,Ustawa-z-dnia-24-maja-2013-ro-srodkach-przymusu-bezposredniego-i-broni-palnej-st.html" TargetMode="External" Id="R8a2a158e224842bb" /><Relationship Type="http://schemas.openxmlformats.org/officeDocument/2006/relationships/hyperlink" Target="https://www.strazgraniczna.pl/pl/straz-graniczna/prawo/ustawy/1153,Ustawa-z-dnia-24-maja-2013-ro-srodkach-przymusu-bezposredniego-i-broni-palnej-st.html" TargetMode="External" Id="R5628ef36dadf4fd2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23608E-C93A-4397-9EA1-6CE745A27390}"/>
</file>

<file path=customXml/itemProps2.xml><?xml version="1.0" encoding="utf-8"?>
<ds:datastoreItem xmlns:ds="http://schemas.openxmlformats.org/officeDocument/2006/customXml" ds:itemID="{02ED27D4-82A4-4BA6-A59E-6C56BA35F81F}"/>
</file>

<file path=customXml/itemProps3.xml><?xml version="1.0" encoding="utf-8"?>
<ds:datastoreItem xmlns:ds="http://schemas.openxmlformats.org/officeDocument/2006/customXml" ds:itemID="{EEF7274E-AE30-41FE-8690-7514E9B55C1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Sawicka Zofia</cp:lastModifiedBy>
  <cp:revision>4</cp:revision>
  <cp:lastPrinted>2019-02-06T12:12:00Z</cp:lastPrinted>
  <dcterms:created xsi:type="dcterms:W3CDTF">2021-11-17T14:56:00Z</dcterms:created>
  <dcterms:modified xsi:type="dcterms:W3CDTF">2021-11-17T15:30:45Z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